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963"/>
        <w:gridCol w:w="2432"/>
        <w:gridCol w:w="5231"/>
        <w:gridCol w:w="13"/>
      </w:tblGrid>
      <w:tr w:rsidR="003B7DF9" w:rsidTr="009354BD">
        <w:trPr>
          <w:gridAfter w:val="1"/>
          <w:wAfter w:w="13" w:type="dxa"/>
        </w:trPr>
        <w:tc>
          <w:tcPr>
            <w:tcW w:w="196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F97F8C" w:rsidRDefault="003B7DF9" w:rsidP="00984503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8F4314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663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DD216A" w:rsidP="0098450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3B7DF9" w:rsidRPr="001B1BC9" w:rsidTr="009354BD">
        <w:trPr>
          <w:gridAfter w:val="1"/>
          <w:wAfter w:w="13" w:type="dxa"/>
        </w:trPr>
        <w:tc>
          <w:tcPr>
            <w:tcW w:w="196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3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DD216A" w:rsidP="000221B2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="003B7DF9" w:rsidRPr="001B1BC9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1B1BC9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B1B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221B2">
              <w:rPr>
                <w:rFonts w:ascii="Arial" w:hAnsi="Arial" w:cs="Arial"/>
                <w:sz w:val="18"/>
                <w:szCs w:val="18"/>
              </w:rPr>
              <w:t>78</w:t>
            </w:r>
          </w:p>
        </w:tc>
      </w:tr>
      <w:tr w:rsidR="003B7DF9" w:rsidRPr="001B1BC9" w:rsidTr="009354BD">
        <w:trPr>
          <w:gridAfter w:val="1"/>
          <w:wAfter w:w="13" w:type="dxa"/>
        </w:trPr>
        <w:tc>
          <w:tcPr>
            <w:tcW w:w="196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3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DD216A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56C09" w:rsidRPr="001B1BC9" w:rsidTr="009354BD">
        <w:trPr>
          <w:gridAfter w:val="1"/>
          <w:wAfter w:w="13" w:type="dxa"/>
        </w:trPr>
        <w:tc>
          <w:tcPr>
            <w:tcW w:w="196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6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F754C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B1BC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B1BC9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1B1BC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221B2">
              <w:rPr>
                <w:rFonts w:ascii="Arial" w:hAnsi="Arial" w:cs="Arial"/>
                <w:noProof/>
                <w:sz w:val="18"/>
                <w:szCs w:val="18"/>
              </w:rPr>
              <w:t>Tuesday, 14 July 2020</w:t>
            </w:r>
            <w:r w:rsidRPr="001B1BC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56C09" w:rsidRPr="001B1BC9" w:rsidTr="009354BD">
        <w:trPr>
          <w:gridAfter w:val="1"/>
          <w:wAfter w:w="13" w:type="dxa"/>
        </w:trPr>
        <w:tc>
          <w:tcPr>
            <w:tcW w:w="196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6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DD216A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56C09" w:rsidRPr="001B1BC9" w:rsidTr="009354BD">
        <w:trPr>
          <w:gridAfter w:val="1"/>
          <w:wAfter w:w="13" w:type="dxa"/>
        </w:trPr>
        <w:tc>
          <w:tcPr>
            <w:tcW w:w="196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3" w:type="dxa"/>
            <w:gridSpan w:val="2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56677D" w:rsidRDefault="000221B2" w:rsidP="000221B2">
            <w:pPr>
              <w:rPr>
                <w:rFonts w:ascii="Arial" w:hAnsi="Arial" w:cs="Arial"/>
                <w:sz w:val="16"/>
                <w:szCs w:val="16"/>
              </w:rPr>
            </w:pPr>
            <w:r w:rsidRPr="0056677D">
              <w:rPr>
                <w:rFonts w:ascii="Arial" w:hAnsi="Arial" w:cs="Arial"/>
                <w:sz w:val="16"/>
                <w:szCs w:val="16"/>
              </w:rPr>
              <w:t xml:space="preserve">78 year old female. Previous anterior STEMI 2017 with PPCI. 500 yard claudication. Left leg is worse. Previous duplex in Spalding 2 years ago suggested left iliac stenosis and popliteal occlusion. </w:t>
            </w:r>
          </w:p>
        </w:tc>
      </w:tr>
      <w:tr w:rsidR="00556C09" w:rsidRPr="001B1BC9" w:rsidTr="009354BD">
        <w:trPr>
          <w:gridAfter w:val="1"/>
          <w:wAfter w:w="13" w:type="dxa"/>
        </w:trPr>
        <w:tc>
          <w:tcPr>
            <w:tcW w:w="196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63" w:type="dxa"/>
            <w:gridSpan w:val="2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56C09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56C09" w:rsidRPr="001B1BC9" w:rsidTr="009354BD">
        <w:trPr>
          <w:gridAfter w:val="1"/>
          <w:wAfter w:w="13" w:type="dxa"/>
        </w:trPr>
        <w:tc>
          <w:tcPr>
            <w:tcW w:w="9626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6677D" w:rsidP="001B1BC9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113030</wp:posOffset>
                      </wp:positionV>
                      <wp:extent cx="2786380" cy="5118735"/>
                      <wp:effectExtent l="12700" t="5715" r="10795" b="9525"/>
                      <wp:wrapNone/>
                      <wp:docPr id="62" name="Group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86380" cy="5118735"/>
                                <a:chOff x="3875" y="3204"/>
                                <a:chExt cx="4388" cy="8061"/>
                              </a:xfrm>
                            </wpg:grpSpPr>
                            <wps:wsp>
                              <wps:cNvPr id="63" name="Freeform 7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9" y="4105"/>
                                  <a:ext cx="170" cy="149"/>
                                </a:xfrm>
                                <a:custGeom>
                                  <a:avLst/>
                                  <a:gdLst>
                                    <a:gd name="T0" fmla="*/ 19 w 89"/>
                                    <a:gd name="T1" fmla="*/ 0 h 97"/>
                                    <a:gd name="T2" fmla="*/ 79 w 89"/>
                                    <a:gd name="T3" fmla="*/ 11 h 97"/>
                                    <a:gd name="T4" fmla="*/ 82 w 89"/>
                                    <a:gd name="T5" fmla="*/ 57 h 97"/>
                                    <a:gd name="T6" fmla="*/ 50 w 89"/>
                                    <a:gd name="T7" fmla="*/ 46 h 97"/>
                                    <a:gd name="T8" fmla="*/ 36 w 89"/>
                                    <a:gd name="T9" fmla="*/ 96 h 97"/>
                                    <a:gd name="T10" fmla="*/ 33 w 89"/>
                                    <a:gd name="T11" fmla="*/ 39 h 97"/>
                                    <a:gd name="T12" fmla="*/ 40 w 89"/>
                                    <a:gd name="T13" fmla="*/ 18 h 97"/>
                                    <a:gd name="T14" fmla="*/ 4 w 89"/>
                                    <a:gd name="T15" fmla="*/ 14 h 97"/>
                                    <a:gd name="T16" fmla="*/ 19 w 89"/>
                                    <a:gd name="T17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89" h="97">
                                      <a:moveTo>
                                        <a:pt x="19" y="0"/>
                                      </a:moveTo>
                                      <a:cubicBezTo>
                                        <a:pt x="31" y="0"/>
                                        <a:pt x="69" y="2"/>
                                        <a:pt x="79" y="11"/>
                                      </a:cubicBezTo>
                                      <a:cubicBezTo>
                                        <a:pt x="89" y="20"/>
                                        <a:pt x="87" y="51"/>
                                        <a:pt x="82" y="57"/>
                                      </a:cubicBezTo>
                                      <a:cubicBezTo>
                                        <a:pt x="77" y="63"/>
                                        <a:pt x="58" y="40"/>
                                        <a:pt x="50" y="46"/>
                                      </a:cubicBezTo>
                                      <a:cubicBezTo>
                                        <a:pt x="42" y="52"/>
                                        <a:pt x="39" y="97"/>
                                        <a:pt x="36" y="96"/>
                                      </a:cubicBezTo>
                                      <a:cubicBezTo>
                                        <a:pt x="33" y="95"/>
                                        <a:pt x="32" y="52"/>
                                        <a:pt x="33" y="39"/>
                                      </a:cubicBezTo>
                                      <a:cubicBezTo>
                                        <a:pt x="34" y="26"/>
                                        <a:pt x="45" y="22"/>
                                        <a:pt x="40" y="18"/>
                                      </a:cubicBezTo>
                                      <a:cubicBezTo>
                                        <a:pt x="35" y="14"/>
                                        <a:pt x="8" y="17"/>
                                        <a:pt x="4" y="14"/>
                                      </a:cubicBezTo>
                                      <a:cubicBezTo>
                                        <a:pt x="0" y="11"/>
                                        <a:pt x="7" y="0"/>
                                        <a:pt x="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7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68" y="3204"/>
                                  <a:ext cx="509" cy="708"/>
                                </a:xfrm>
                                <a:custGeom>
                                  <a:avLst/>
                                  <a:gdLst>
                                    <a:gd name="T0" fmla="*/ 29 w 267"/>
                                    <a:gd name="T1" fmla="*/ 4 h 458"/>
                                    <a:gd name="T2" fmla="*/ 163 w 267"/>
                                    <a:gd name="T3" fmla="*/ 128 h 458"/>
                                    <a:gd name="T4" fmla="*/ 266 w 267"/>
                                    <a:gd name="T5" fmla="*/ 435 h 458"/>
                                    <a:gd name="T6" fmla="*/ 156 w 267"/>
                                    <a:gd name="T7" fmla="*/ 266 h 458"/>
                                    <a:gd name="T8" fmla="*/ 19 w 267"/>
                                    <a:gd name="T9" fmla="*/ 153 h 458"/>
                                    <a:gd name="T10" fmla="*/ 29 w 267"/>
                                    <a:gd name="T11" fmla="*/ 4 h 4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67" h="458">
                                      <a:moveTo>
                                        <a:pt x="29" y="4"/>
                                      </a:moveTo>
                                      <a:cubicBezTo>
                                        <a:pt x="53" y="0"/>
                                        <a:pt x="124" y="56"/>
                                        <a:pt x="163" y="128"/>
                                      </a:cubicBezTo>
                                      <a:cubicBezTo>
                                        <a:pt x="202" y="200"/>
                                        <a:pt x="267" y="412"/>
                                        <a:pt x="266" y="435"/>
                                      </a:cubicBezTo>
                                      <a:cubicBezTo>
                                        <a:pt x="265" y="458"/>
                                        <a:pt x="197" y="313"/>
                                        <a:pt x="156" y="266"/>
                                      </a:cubicBezTo>
                                      <a:cubicBezTo>
                                        <a:pt x="115" y="219"/>
                                        <a:pt x="38" y="196"/>
                                        <a:pt x="19" y="153"/>
                                      </a:cubicBezTo>
                                      <a:cubicBezTo>
                                        <a:pt x="0" y="110"/>
                                        <a:pt x="5" y="8"/>
                                        <a:pt x="29" y="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7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79" y="3432"/>
                                  <a:ext cx="182" cy="574"/>
                                </a:xfrm>
                                <a:custGeom>
                                  <a:avLst/>
                                  <a:gdLst>
                                    <a:gd name="T0" fmla="*/ 57 w 95"/>
                                    <a:gd name="T1" fmla="*/ 54 h 371"/>
                                    <a:gd name="T2" fmla="*/ 29 w 95"/>
                                    <a:gd name="T3" fmla="*/ 195 h 371"/>
                                    <a:gd name="T4" fmla="*/ 4 w 95"/>
                                    <a:gd name="T5" fmla="*/ 361 h 371"/>
                                    <a:gd name="T6" fmla="*/ 54 w 95"/>
                                    <a:gd name="T7" fmla="*/ 255 h 371"/>
                                    <a:gd name="T8" fmla="*/ 85 w 95"/>
                                    <a:gd name="T9" fmla="*/ 220 h 371"/>
                                    <a:gd name="T10" fmla="*/ 82 w 95"/>
                                    <a:gd name="T11" fmla="*/ 100 h 371"/>
                                    <a:gd name="T12" fmla="*/ 92 w 95"/>
                                    <a:gd name="T13" fmla="*/ 5 h 371"/>
                                    <a:gd name="T14" fmla="*/ 57 w 95"/>
                                    <a:gd name="T15" fmla="*/ 54 h 3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5" h="371">
                                      <a:moveTo>
                                        <a:pt x="57" y="54"/>
                                      </a:moveTo>
                                      <a:cubicBezTo>
                                        <a:pt x="46" y="86"/>
                                        <a:pt x="38" y="144"/>
                                        <a:pt x="29" y="195"/>
                                      </a:cubicBezTo>
                                      <a:cubicBezTo>
                                        <a:pt x="20" y="246"/>
                                        <a:pt x="0" y="351"/>
                                        <a:pt x="4" y="361"/>
                                      </a:cubicBezTo>
                                      <a:cubicBezTo>
                                        <a:pt x="8" y="371"/>
                                        <a:pt x="41" y="278"/>
                                        <a:pt x="54" y="255"/>
                                      </a:cubicBezTo>
                                      <a:cubicBezTo>
                                        <a:pt x="67" y="232"/>
                                        <a:pt x="80" y="246"/>
                                        <a:pt x="85" y="220"/>
                                      </a:cubicBezTo>
                                      <a:cubicBezTo>
                                        <a:pt x="90" y="194"/>
                                        <a:pt x="81" y="136"/>
                                        <a:pt x="82" y="100"/>
                                      </a:cubicBezTo>
                                      <a:cubicBezTo>
                                        <a:pt x="83" y="64"/>
                                        <a:pt x="95" y="10"/>
                                        <a:pt x="92" y="5"/>
                                      </a:cubicBezTo>
                                      <a:cubicBezTo>
                                        <a:pt x="89" y="0"/>
                                        <a:pt x="68" y="22"/>
                                        <a:pt x="57" y="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7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01" y="4385"/>
                                  <a:ext cx="176" cy="1011"/>
                                </a:xfrm>
                                <a:custGeom>
                                  <a:avLst/>
                                  <a:gdLst>
                                    <a:gd name="T0" fmla="*/ 32 w 92"/>
                                    <a:gd name="T1" fmla="*/ 31 h 655"/>
                                    <a:gd name="T2" fmla="*/ 84 w 92"/>
                                    <a:gd name="T3" fmla="*/ 296 h 655"/>
                                    <a:gd name="T4" fmla="*/ 77 w 92"/>
                                    <a:gd name="T5" fmla="*/ 525 h 655"/>
                                    <a:gd name="T6" fmla="*/ 14 w 92"/>
                                    <a:gd name="T7" fmla="*/ 652 h 655"/>
                                    <a:gd name="T8" fmla="*/ 46 w 92"/>
                                    <a:gd name="T9" fmla="*/ 507 h 655"/>
                                    <a:gd name="T10" fmla="*/ 53 w 92"/>
                                    <a:gd name="T11" fmla="*/ 366 h 655"/>
                                    <a:gd name="T12" fmla="*/ 21 w 92"/>
                                    <a:gd name="T13" fmla="*/ 211 h 655"/>
                                    <a:gd name="T14" fmla="*/ 0 w 92"/>
                                    <a:gd name="T15" fmla="*/ 144 h 655"/>
                                    <a:gd name="T16" fmla="*/ 21 w 92"/>
                                    <a:gd name="T17" fmla="*/ 109 h 655"/>
                                    <a:gd name="T18" fmla="*/ 32 w 92"/>
                                    <a:gd name="T19" fmla="*/ 31 h 6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2" h="655">
                                      <a:moveTo>
                                        <a:pt x="32" y="31"/>
                                      </a:moveTo>
                                      <a:cubicBezTo>
                                        <a:pt x="42" y="62"/>
                                        <a:pt x="76" y="214"/>
                                        <a:pt x="84" y="296"/>
                                      </a:cubicBezTo>
                                      <a:cubicBezTo>
                                        <a:pt x="92" y="378"/>
                                        <a:pt x="89" y="466"/>
                                        <a:pt x="77" y="525"/>
                                      </a:cubicBezTo>
                                      <a:cubicBezTo>
                                        <a:pt x="65" y="584"/>
                                        <a:pt x="19" y="655"/>
                                        <a:pt x="14" y="652"/>
                                      </a:cubicBezTo>
                                      <a:cubicBezTo>
                                        <a:pt x="9" y="649"/>
                                        <a:pt x="40" y="555"/>
                                        <a:pt x="46" y="507"/>
                                      </a:cubicBezTo>
                                      <a:cubicBezTo>
                                        <a:pt x="52" y="459"/>
                                        <a:pt x="57" y="415"/>
                                        <a:pt x="53" y="366"/>
                                      </a:cubicBezTo>
                                      <a:cubicBezTo>
                                        <a:pt x="49" y="317"/>
                                        <a:pt x="30" y="248"/>
                                        <a:pt x="21" y="211"/>
                                      </a:cubicBezTo>
                                      <a:cubicBezTo>
                                        <a:pt x="12" y="174"/>
                                        <a:pt x="0" y="161"/>
                                        <a:pt x="0" y="144"/>
                                      </a:cubicBezTo>
                                      <a:cubicBezTo>
                                        <a:pt x="0" y="127"/>
                                        <a:pt x="14" y="128"/>
                                        <a:pt x="21" y="109"/>
                                      </a:cubicBezTo>
                                      <a:cubicBezTo>
                                        <a:pt x="28" y="90"/>
                                        <a:pt x="22" y="0"/>
                                        <a:pt x="32" y="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7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76" y="5387"/>
                                  <a:ext cx="840" cy="722"/>
                                </a:xfrm>
                                <a:custGeom>
                                  <a:avLst/>
                                  <a:gdLst>
                                    <a:gd name="T0" fmla="*/ 12 w 440"/>
                                    <a:gd name="T1" fmla="*/ 14 h 467"/>
                                    <a:gd name="T2" fmla="*/ 227 w 440"/>
                                    <a:gd name="T3" fmla="*/ 187 h 467"/>
                                    <a:gd name="T4" fmla="*/ 414 w 440"/>
                                    <a:gd name="T5" fmla="*/ 444 h 467"/>
                                    <a:gd name="T6" fmla="*/ 386 w 440"/>
                                    <a:gd name="T7" fmla="*/ 328 h 467"/>
                                    <a:gd name="T8" fmla="*/ 347 w 440"/>
                                    <a:gd name="T9" fmla="*/ 229 h 467"/>
                                    <a:gd name="T10" fmla="*/ 157 w 440"/>
                                    <a:gd name="T11" fmla="*/ 106 h 467"/>
                                    <a:gd name="T12" fmla="*/ 12 w 440"/>
                                    <a:gd name="T13" fmla="*/ 14 h 4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40" h="467">
                                      <a:moveTo>
                                        <a:pt x="12" y="14"/>
                                      </a:moveTo>
                                      <a:cubicBezTo>
                                        <a:pt x="24" y="28"/>
                                        <a:pt x="160" y="115"/>
                                        <a:pt x="227" y="187"/>
                                      </a:cubicBezTo>
                                      <a:cubicBezTo>
                                        <a:pt x="294" y="259"/>
                                        <a:pt x="388" y="421"/>
                                        <a:pt x="414" y="444"/>
                                      </a:cubicBezTo>
                                      <a:cubicBezTo>
                                        <a:pt x="440" y="467"/>
                                        <a:pt x="397" y="364"/>
                                        <a:pt x="386" y="328"/>
                                      </a:cubicBezTo>
                                      <a:cubicBezTo>
                                        <a:pt x="375" y="292"/>
                                        <a:pt x="385" y="266"/>
                                        <a:pt x="347" y="229"/>
                                      </a:cubicBezTo>
                                      <a:cubicBezTo>
                                        <a:pt x="309" y="192"/>
                                        <a:pt x="213" y="142"/>
                                        <a:pt x="157" y="106"/>
                                      </a:cubicBezTo>
                                      <a:cubicBezTo>
                                        <a:pt x="101" y="70"/>
                                        <a:pt x="0" y="0"/>
                                        <a:pt x="12" y="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7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6" y="5360"/>
                                  <a:ext cx="901" cy="712"/>
                                </a:xfrm>
                                <a:custGeom>
                                  <a:avLst/>
                                  <a:gdLst>
                                    <a:gd name="T0" fmla="*/ 33 w 472"/>
                                    <a:gd name="T1" fmla="*/ 445 h 461"/>
                                    <a:gd name="T2" fmla="*/ 174 w 472"/>
                                    <a:gd name="T3" fmla="*/ 236 h 461"/>
                                    <a:gd name="T4" fmla="*/ 446 w 472"/>
                                    <a:gd name="T5" fmla="*/ 25 h 461"/>
                                    <a:gd name="T6" fmla="*/ 329 w 472"/>
                                    <a:gd name="T7" fmla="*/ 85 h 461"/>
                                    <a:gd name="T8" fmla="*/ 146 w 472"/>
                                    <a:gd name="T9" fmla="*/ 222 h 461"/>
                                    <a:gd name="T10" fmla="*/ 18 w 472"/>
                                    <a:gd name="T11" fmla="*/ 332 h 461"/>
                                    <a:gd name="T12" fmla="*/ 33 w 472"/>
                                    <a:gd name="T13" fmla="*/ 445 h 4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72" h="461">
                                      <a:moveTo>
                                        <a:pt x="33" y="445"/>
                                      </a:moveTo>
                                      <a:cubicBezTo>
                                        <a:pt x="59" y="429"/>
                                        <a:pt x="105" y="306"/>
                                        <a:pt x="174" y="236"/>
                                      </a:cubicBezTo>
                                      <a:cubicBezTo>
                                        <a:pt x="243" y="166"/>
                                        <a:pt x="420" y="50"/>
                                        <a:pt x="446" y="25"/>
                                      </a:cubicBezTo>
                                      <a:cubicBezTo>
                                        <a:pt x="472" y="0"/>
                                        <a:pt x="379" y="52"/>
                                        <a:pt x="329" y="85"/>
                                      </a:cubicBezTo>
                                      <a:cubicBezTo>
                                        <a:pt x="279" y="118"/>
                                        <a:pt x="198" y="181"/>
                                        <a:pt x="146" y="222"/>
                                      </a:cubicBezTo>
                                      <a:cubicBezTo>
                                        <a:pt x="94" y="263"/>
                                        <a:pt x="36" y="294"/>
                                        <a:pt x="18" y="332"/>
                                      </a:cubicBezTo>
                                      <a:cubicBezTo>
                                        <a:pt x="0" y="370"/>
                                        <a:pt x="7" y="461"/>
                                        <a:pt x="33" y="4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7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2" y="4320"/>
                                  <a:ext cx="292" cy="677"/>
                                </a:xfrm>
                                <a:custGeom>
                                  <a:avLst/>
                                  <a:gdLst>
                                    <a:gd name="T0" fmla="*/ 102 w 153"/>
                                    <a:gd name="T1" fmla="*/ 9 h 439"/>
                                    <a:gd name="T2" fmla="*/ 59 w 153"/>
                                    <a:gd name="T3" fmla="*/ 158 h 439"/>
                                    <a:gd name="T4" fmla="*/ 49 w 153"/>
                                    <a:gd name="T5" fmla="*/ 324 h 439"/>
                                    <a:gd name="T6" fmla="*/ 6 w 153"/>
                                    <a:gd name="T7" fmla="*/ 437 h 439"/>
                                    <a:gd name="T8" fmla="*/ 88 w 153"/>
                                    <a:gd name="T9" fmla="*/ 338 h 439"/>
                                    <a:gd name="T10" fmla="*/ 148 w 153"/>
                                    <a:gd name="T11" fmla="*/ 274 h 439"/>
                                    <a:gd name="T12" fmla="*/ 119 w 153"/>
                                    <a:gd name="T13" fmla="*/ 105 h 439"/>
                                    <a:gd name="T14" fmla="*/ 102 w 153"/>
                                    <a:gd name="T15" fmla="*/ 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53" h="439">
                                      <a:moveTo>
                                        <a:pt x="102" y="9"/>
                                      </a:moveTo>
                                      <a:cubicBezTo>
                                        <a:pt x="92" y="18"/>
                                        <a:pt x="68" y="106"/>
                                        <a:pt x="59" y="158"/>
                                      </a:cubicBezTo>
                                      <a:cubicBezTo>
                                        <a:pt x="50" y="210"/>
                                        <a:pt x="58" y="278"/>
                                        <a:pt x="49" y="324"/>
                                      </a:cubicBezTo>
                                      <a:cubicBezTo>
                                        <a:pt x="40" y="370"/>
                                        <a:pt x="0" y="435"/>
                                        <a:pt x="6" y="437"/>
                                      </a:cubicBezTo>
                                      <a:cubicBezTo>
                                        <a:pt x="12" y="439"/>
                                        <a:pt x="64" y="365"/>
                                        <a:pt x="88" y="338"/>
                                      </a:cubicBezTo>
                                      <a:cubicBezTo>
                                        <a:pt x="112" y="311"/>
                                        <a:pt x="143" y="313"/>
                                        <a:pt x="148" y="274"/>
                                      </a:cubicBezTo>
                                      <a:cubicBezTo>
                                        <a:pt x="153" y="235"/>
                                        <a:pt x="124" y="149"/>
                                        <a:pt x="119" y="105"/>
                                      </a:cubicBezTo>
                                      <a:cubicBezTo>
                                        <a:pt x="114" y="61"/>
                                        <a:pt x="112" y="0"/>
                                        <a:pt x="102" y="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7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0" y="4801"/>
                                  <a:ext cx="702" cy="418"/>
                                </a:xfrm>
                                <a:custGeom>
                                  <a:avLst/>
                                  <a:gdLst>
                                    <a:gd name="T0" fmla="*/ 6 w 368"/>
                                    <a:gd name="T1" fmla="*/ 1 h 270"/>
                                    <a:gd name="T2" fmla="*/ 182 w 368"/>
                                    <a:gd name="T3" fmla="*/ 195 h 270"/>
                                    <a:gd name="T4" fmla="*/ 362 w 368"/>
                                    <a:gd name="T5" fmla="*/ 269 h 270"/>
                                    <a:gd name="T6" fmla="*/ 221 w 368"/>
                                    <a:gd name="T7" fmla="*/ 202 h 270"/>
                                    <a:gd name="T8" fmla="*/ 6 w 368"/>
                                    <a:gd name="T9" fmla="*/ 1 h 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8" h="270">
                                      <a:moveTo>
                                        <a:pt x="6" y="1"/>
                                      </a:moveTo>
                                      <a:cubicBezTo>
                                        <a:pt x="0" y="0"/>
                                        <a:pt x="123" y="150"/>
                                        <a:pt x="182" y="195"/>
                                      </a:cubicBezTo>
                                      <a:cubicBezTo>
                                        <a:pt x="241" y="240"/>
                                        <a:pt x="356" y="268"/>
                                        <a:pt x="362" y="269"/>
                                      </a:cubicBezTo>
                                      <a:cubicBezTo>
                                        <a:pt x="368" y="270"/>
                                        <a:pt x="279" y="245"/>
                                        <a:pt x="221" y="202"/>
                                      </a:cubicBezTo>
                                      <a:cubicBezTo>
                                        <a:pt x="163" y="159"/>
                                        <a:pt x="12" y="2"/>
                                        <a:pt x="6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7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69" y="7655"/>
                                  <a:ext cx="1024" cy="1159"/>
                                </a:xfrm>
                                <a:custGeom>
                                  <a:avLst/>
                                  <a:gdLst>
                                    <a:gd name="T0" fmla="*/ 99 w 536"/>
                                    <a:gd name="T1" fmla="*/ 0 h 750"/>
                                    <a:gd name="T2" fmla="*/ 166 w 536"/>
                                    <a:gd name="T3" fmla="*/ 127 h 750"/>
                                    <a:gd name="T4" fmla="*/ 180 w 536"/>
                                    <a:gd name="T5" fmla="*/ 243 h 750"/>
                                    <a:gd name="T6" fmla="*/ 176 w 536"/>
                                    <a:gd name="T7" fmla="*/ 339 h 750"/>
                                    <a:gd name="T8" fmla="*/ 109 w 536"/>
                                    <a:gd name="T9" fmla="*/ 307 h 750"/>
                                    <a:gd name="T10" fmla="*/ 67 w 536"/>
                                    <a:gd name="T11" fmla="*/ 370 h 750"/>
                                    <a:gd name="T12" fmla="*/ 74 w 536"/>
                                    <a:gd name="T13" fmla="*/ 445 h 750"/>
                                    <a:gd name="T14" fmla="*/ 53 w 536"/>
                                    <a:gd name="T15" fmla="*/ 487 h 750"/>
                                    <a:gd name="T16" fmla="*/ 25 w 536"/>
                                    <a:gd name="T17" fmla="*/ 610 h 750"/>
                                    <a:gd name="T18" fmla="*/ 120 w 536"/>
                                    <a:gd name="T19" fmla="*/ 695 h 750"/>
                                    <a:gd name="T20" fmla="*/ 233 w 536"/>
                                    <a:gd name="T21" fmla="*/ 678 h 750"/>
                                    <a:gd name="T22" fmla="*/ 321 w 536"/>
                                    <a:gd name="T23" fmla="*/ 596 h 750"/>
                                    <a:gd name="T24" fmla="*/ 367 w 536"/>
                                    <a:gd name="T25" fmla="*/ 522 h 750"/>
                                    <a:gd name="T26" fmla="*/ 431 w 536"/>
                                    <a:gd name="T27" fmla="*/ 438 h 750"/>
                                    <a:gd name="T28" fmla="*/ 526 w 536"/>
                                    <a:gd name="T29" fmla="*/ 399 h 750"/>
                                    <a:gd name="T30" fmla="*/ 491 w 536"/>
                                    <a:gd name="T31" fmla="*/ 434 h 750"/>
                                    <a:gd name="T32" fmla="*/ 406 w 536"/>
                                    <a:gd name="T33" fmla="*/ 480 h 750"/>
                                    <a:gd name="T34" fmla="*/ 367 w 536"/>
                                    <a:gd name="T35" fmla="*/ 593 h 750"/>
                                    <a:gd name="T36" fmla="*/ 409 w 536"/>
                                    <a:gd name="T37" fmla="*/ 610 h 750"/>
                                    <a:gd name="T38" fmla="*/ 328 w 536"/>
                                    <a:gd name="T39" fmla="*/ 674 h 750"/>
                                    <a:gd name="T40" fmla="*/ 236 w 536"/>
                                    <a:gd name="T41" fmla="*/ 741 h 750"/>
                                    <a:gd name="T42" fmla="*/ 134 w 536"/>
                                    <a:gd name="T43" fmla="*/ 727 h 750"/>
                                    <a:gd name="T44" fmla="*/ 49 w 536"/>
                                    <a:gd name="T45" fmla="*/ 663 h 750"/>
                                    <a:gd name="T46" fmla="*/ 3 w 536"/>
                                    <a:gd name="T47" fmla="*/ 603 h 750"/>
                                    <a:gd name="T48" fmla="*/ 28 w 536"/>
                                    <a:gd name="T49" fmla="*/ 469 h 750"/>
                                    <a:gd name="T50" fmla="*/ 56 w 536"/>
                                    <a:gd name="T51" fmla="*/ 328 h 750"/>
                                    <a:gd name="T52" fmla="*/ 88 w 536"/>
                                    <a:gd name="T53" fmla="*/ 219 h 750"/>
                                    <a:gd name="T54" fmla="*/ 131 w 536"/>
                                    <a:gd name="T55" fmla="*/ 215 h 750"/>
                                    <a:gd name="T56" fmla="*/ 141 w 536"/>
                                    <a:gd name="T57" fmla="*/ 134 h 750"/>
                                    <a:gd name="T58" fmla="*/ 113 w 536"/>
                                    <a:gd name="T59" fmla="*/ 18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536" h="750">
                                      <a:moveTo>
                                        <a:pt x="99" y="0"/>
                                      </a:moveTo>
                                      <a:cubicBezTo>
                                        <a:pt x="125" y="43"/>
                                        <a:pt x="152" y="86"/>
                                        <a:pt x="166" y="127"/>
                                      </a:cubicBezTo>
                                      <a:cubicBezTo>
                                        <a:pt x="180" y="168"/>
                                        <a:pt x="178" y="208"/>
                                        <a:pt x="180" y="243"/>
                                      </a:cubicBezTo>
                                      <a:cubicBezTo>
                                        <a:pt x="182" y="278"/>
                                        <a:pt x="188" y="328"/>
                                        <a:pt x="176" y="339"/>
                                      </a:cubicBezTo>
                                      <a:cubicBezTo>
                                        <a:pt x="164" y="350"/>
                                        <a:pt x="127" y="302"/>
                                        <a:pt x="109" y="307"/>
                                      </a:cubicBezTo>
                                      <a:cubicBezTo>
                                        <a:pt x="91" y="312"/>
                                        <a:pt x="73" y="347"/>
                                        <a:pt x="67" y="370"/>
                                      </a:cubicBezTo>
                                      <a:cubicBezTo>
                                        <a:pt x="61" y="393"/>
                                        <a:pt x="76" y="426"/>
                                        <a:pt x="74" y="445"/>
                                      </a:cubicBezTo>
                                      <a:cubicBezTo>
                                        <a:pt x="72" y="464"/>
                                        <a:pt x="61" y="460"/>
                                        <a:pt x="53" y="487"/>
                                      </a:cubicBezTo>
                                      <a:cubicBezTo>
                                        <a:pt x="45" y="514"/>
                                        <a:pt x="14" y="575"/>
                                        <a:pt x="25" y="610"/>
                                      </a:cubicBezTo>
                                      <a:cubicBezTo>
                                        <a:pt x="36" y="645"/>
                                        <a:pt x="85" y="684"/>
                                        <a:pt x="120" y="695"/>
                                      </a:cubicBezTo>
                                      <a:cubicBezTo>
                                        <a:pt x="155" y="706"/>
                                        <a:pt x="199" y="695"/>
                                        <a:pt x="233" y="678"/>
                                      </a:cubicBezTo>
                                      <a:cubicBezTo>
                                        <a:pt x="267" y="661"/>
                                        <a:pt x="299" y="622"/>
                                        <a:pt x="321" y="596"/>
                                      </a:cubicBezTo>
                                      <a:cubicBezTo>
                                        <a:pt x="343" y="570"/>
                                        <a:pt x="349" y="548"/>
                                        <a:pt x="367" y="522"/>
                                      </a:cubicBezTo>
                                      <a:cubicBezTo>
                                        <a:pt x="385" y="496"/>
                                        <a:pt x="405" y="458"/>
                                        <a:pt x="431" y="438"/>
                                      </a:cubicBezTo>
                                      <a:cubicBezTo>
                                        <a:pt x="457" y="418"/>
                                        <a:pt x="516" y="400"/>
                                        <a:pt x="526" y="399"/>
                                      </a:cubicBezTo>
                                      <a:cubicBezTo>
                                        <a:pt x="536" y="398"/>
                                        <a:pt x="511" y="421"/>
                                        <a:pt x="491" y="434"/>
                                      </a:cubicBezTo>
                                      <a:cubicBezTo>
                                        <a:pt x="471" y="447"/>
                                        <a:pt x="427" y="454"/>
                                        <a:pt x="406" y="480"/>
                                      </a:cubicBezTo>
                                      <a:cubicBezTo>
                                        <a:pt x="385" y="506"/>
                                        <a:pt x="367" y="571"/>
                                        <a:pt x="367" y="593"/>
                                      </a:cubicBezTo>
                                      <a:cubicBezTo>
                                        <a:pt x="367" y="615"/>
                                        <a:pt x="415" y="597"/>
                                        <a:pt x="409" y="610"/>
                                      </a:cubicBezTo>
                                      <a:cubicBezTo>
                                        <a:pt x="403" y="623"/>
                                        <a:pt x="357" y="652"/>
                                        <a:pt x="328" y="674"/>
                                      </a:cubicBezTo>
                                      <a:cubicBezTo>
                                        <a:pt x="299" y="696"/>
                                        <a:pt x="268" y="732"/>
                                        <a:pt x="236" y="741"/>
                                      </a:cubicBezTo>
                                      <a:cubicBezTo>
                                        <a:pt x="204" y="750"/>
                                        <a:pt x="165" y="740"/>
                                        <a:pt x="134" y="727"/>
                                      </a:cubicBezTo>
                                      <a:cubicBezTo>
                                        <a:pt x="103" y="714"/>
                                        <a:pt x="71" y="684"/>
                                        <a:pt x="49" y="663"/>
                                      </a:cubicBezTo>
                                      <a:cubicBezTo>
                                        <a:pt x="27" y="642"/>
                                        <a:pt x="6" y="635"/>
                                        <a:pt x="3" y="603"/>
                                      </a:cubicBezTo>
                                      <a:cubicBezTo>
                                        <a:pt x="0" y="571"/>
                                        <a:pt x="19" y="515"/>
                                        <a:pt x="28" y="469"/>
                                      </a:cubicBezTo>
                                      <a:cubicBezTo>
                                        <a:pt x="37" y="423"/>
                                        <a:pt x="46" y="370"/>
                                        <a:pt x="56" y="328"/>
                                      </a:cubicBezTo>
                                      <a:cubicBezTo>
                                        <a:pt x="66" y="286"/>
                                        <a:pt x="76" y="238"/>
                                        <a:pt x="88" y="219"/>
                                      </a:cubicBezTo>
                                      <a:cubicBezTo>
                                        <a:pt x="100" y="200"/>
                                        <a:pt x="122" y="229"/>
                                        <a:pt x="131" y="215"/>
                                      </a:cubicBezTo>
                                      <a:cubicBezTo>
                                        <a:pt x="140" y="201"/>
                                        <a:pt x="144" y="167"/>
                                        <a:pt x="141" y="134"/>
                                      </a:cubicBezTo>
                                      <a:cubicBezTo>
                                        <a:pt x="138" y="101"/>
                                        <a:pt x="118" y="37"/>
                                        <a:pt x="113" y="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7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3" y="7690"/>
                                  <a:ext cx="936" cy="1140"/>
                                </a:xfrm>
                                <a:custGeom>
                                  <a:avLst/>
                                  <a:gdLst>
                                    <a:gd name="T0" fmla="*/ 41 w 491"/>
                                    <a:gd name="T1" fmla="*/ 257 h 738"/>
                                    <a:gd name="T2" fmla="*/ 158 w 491"/>
                                    <a:gd name="T3" fmla="*/ 352 h 738"/>
                                    <a:gd name="T4" fmla="*/ 225 w 491"/>
                                    <a:gd name="T5" fmla="*/ 285 h 738"/>
                                    <a:gd name="T6" fmla="*/ 334 w 491"/>
                                    <a:gd name="T7" fmla="*/ 264 h 738"/>
                                    <a:gd name="T8" fmla="*/ 387 w 491"/>
                                    <a:gd name="T9" fmla="*/ 239 h 738"/>
                                    <a:gd name="T10" fmla="*/ 398 w 491"/>
                                    <a:gd name="T11" fmla="*/ 151 h 738"/>
                                    <a:gd name="T12" fmla="*/ 398 w 491"/>
                                    <a:gd name="T13" fmla="*/ 59 h 738"/>
                                    <a:gd name="T14" fmla="*/ 475 w 491"/>
                                    <a:gd name="T15" fmla="*/ 13 h 738"/>
                                    <a:gd name="T16" fmla="*/ 454 w 491"/>
                                    <a:gd name="T17" fmla="*/ 137 h 738"/>
                                    <a:gd name="T18" fmla="*/ 436 w 491"/>
                                    <a:gd name="T19" fmla="*/ 250 h 738"/>
                                    <a:gd name="T20" fmla="*/ 355 w 491"/>
                                    <a:gd name="T21" fmla="*/ 271 h 738"/>
                                    <a:gd name="T22" fmla="*/ 256 w 491"/>
                                    <a:gd name="T23" fmla="*/ 285 h 738"/>
                                    <a:gd name="T24" fmla="*/ 221 w 491"/>
                                    <a:gd name="T25" fmla="*/ 334 h 738"/>
                                    <a:gd name="T26" fmla="*/ 207 w 491"/>
                                    <a:gd name="T27" fmla="*/ 412 h 738"/>
                                    <a:gd name="T28" fmla="*/ 246 w 491"/>
                                    <a:gd name="T29" fmla="*/ 465 h 738"/>
                                    <a:gd name="T30" fmla="*/ 218 w 491"/>
                                    <a:gd name="T31" fmla="*/ 514 h 738"/>
                                    <a:gd name="T32" fmla="*/ 274 w 491"/>
                                    <a:gd name="T33" fmla="*/ 634 h 738"/>
                                    <a:gd name="T34" fmla="*/ 405 w 491"/>
                                    <a:gd name="T35" fmla="*/ 648 h 738"/>
                                    <a:gd name="T36" fmla="*/ 451 w 491"/>
                                    <a:gd name="T37" fmla="*/ 588 h 738"/>
                                    <a:gd name="T38" fmla="*/ 486 w 491"/>
                                    <a:gd name="T39" fmla="*/ 490 h 738"/>
                                    <a:gd name="T40" fmla="*/ 479 w 491"/>
                                    <a:gd name="T41" fmla="*/ 571 h 738"/>
                                    <a:gd name="T42" fmla="*/ 468 w 491"/>
                                    <a:gd name="T43" fmla="*/ 677 h 738"/>
                                    <a:gd name="T44" fmla="*/ 369 w 491"/>
                                    <a:gd name="T45" fmla="*/ 733 h 738"/>
                                    <a:gd name="T46" fmla="*/ 249 w 491"/>
                                    <a:gd name="T47" fmla="*/ 708 h 738"/>
                                    <a:gd name="T48" fmla="*/ 189 w 491"/>
                                    <a:gd name="T49" fmla="*/ 648 h 738"/>
                                    <a:gd name="T50" fmla="*/ 161 w 491"/>
                                    <a:gd name="T51" fmla="*/ 525 h 738"/>
                                    <a:gd name="T52" fmla="*/ 158 w 491"/>
                                    <a:gd name="T53" fmla="*/ 430 h 738"/>
                                    <a:gd name="T54" fmla="*/ 73 w 491"/>
                                    <a:gd name="T55" fmla="*/ 405 h 738"/>
                                    <a:gd name="T56" fmla="*/ 6 w 491"/>
                                    <a:gd name="T57" fmla="*/ 345 h 738"/>
                                    <a:gd name="T58" fmla="*/ 41 w 491"/>
                                    <a:gd name="T59" fmla="*/ 257 h 7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491" h="738">
                                      <a:moveTo>
                                        <a:pt x="41" y="257"/>
                                      </a:moveTo>
                                      <a:cubicBezTo>
                                        <a:pt x="66" y="258"/>
                                        <a:pt x="127" y="347"/>
                                        <a:pt x="158" y="352"/>
                                      </a:cubicBezTo>
                                      <a:cubicBezTo>
                                        <a:pt x="189" y="357"/>
                                        <a:pt x="196" y="300"/>
                                        <a:pt x="225" y="285"/>
                                      </a:cubicBezTo>
                                      <a:cubicBezTo>
                                        <a:pt x="254" y="270"/>
                                        <a:pt x="307" y="272"/>
                                        <a:pt x="334" y="264"/>
                                      </a:cubicBezTo>
                                      <a:cubicBezTo>
                                        <a:pt x="361" y="256"/>
                                        <a:pt x="376" y="258"/>
                                        <a:pt x="387" y="239"/>
                                      </a:cubicBezTo>
                                      <a:cubicBezTo>
                                        <a:pt x="398" y="220"/>
                                        <a:pt x="396" y="181"/>
                                        <a:pt x="398" y="151"/>
                                      </a:cubicBezTo>
                                      <a:cubicBezTo>
                                        <a:pt x="400" y="121"/>
                                        <a:pt x="385" y="82"/>
                                        <a:pt x="398" y="59"/>
                                      </a:cubicBezTo>
                                      <a:cubicBezTo>
                                        <a:pt x="411" y="36"/>
                                        <a:pt x="466" y="0"/>
                                        <a:pt x="475" y="13"/>
                                      </a:cubicBezTo>
                                      <a:cubicBezTo>
                                        <a:pt x="484" y="26"/>
                                        <a:pt x="460" y="98"/>
                                        <a:pt x="454" y="137"/>
                                      </a:cubicBezTo>
                                      <a:cubicBezTo>
                                        <a:pt x="448" y="176"/>
                                        <a:pt x="453" y="228"/>
                                        <a:pt x="436" y="250"/>
                                      </a:cubicBezTo>
                                      <a:cubicBezTo>
                                        <a:pt x="419" y="272"/>
                                        <a:pt x="385" y="265"/>
                                        <a:pt x="355" y="271"/>
                                      </a:cubicBezTo>
                                      <a:cubicBezTo>
                                        <a:pt x="325" y="277"/>
                                        <a:pt x="278" y="275"/>
                                        <a:pt x="256" y="285"/>
                                      </a:cubicBezTo>
                                      <a:cubicBezTo>
                                        <a:pt x="234" y="295"/>
                                        <a:pt x="229" y="313"/>
                                        <a:pt x="221" y="334"/>
                                      </a:cubicBezTo>
                                      <a:cubicBezTo>
                                        <a:pt x="213" y="355"/>
                                        <a:pt x="203" y="390"/>
                                        <a:pt x="207" y="412"/>
                                      </a:cubicBezTo>
                                      <a:cubicBezTo>
                                        <a:pt x="211" y="434"/>
                                        <a:pt x="244" y="448"/>
                                        <a:pt x="246" y="465"/>
                                      </a:cubicBezTo>
                                      <a:cubicBezTo>
                                        <a:pt x="248" y="482"/>
                                        <a:pt x="213" y="486"/>
                                        <a:pt x="218" y="514"/>
                                      </a:cubicBezTo>
                                      <a:cubicBezTo>
                                        <a:pt x="223" y="542"/>
                                        <a:pt x="243" y="612"/>
                                        <a:pt x="274" y="634"/>
                                      </a:cubicBezTo>
                                      <a:cubicBezTo>
                                        <a:pt x="305" y="656"/>
                                        <a:pt x="376" y="656"/>
                                        <a:pt x="405" y="648"/>
                                      </a:cubicBezTo>
                                      <a:cubicBezTo>
                                        <a:pt x="434" y="640"/>
                                        <a:pt x="438" y="614"/>
                                        <a:pt x="451" y="588"/>
                                      </a:cubicBezTo>
                                      <a:cubicBezTo>
                                        <a:pt x="464" y="562"/>
                                        <a:pt x="481" y="493"/>
                                        <a:pt x="486" y="490"/>
                                      </a:cubicBezTo>
                                      <a:cubicBezTo>
                                        <a:pt x="491" y="487"/>
                                        <a:pt x="482" y="540"/>
                                        <a:pt x="479" y="571"/>
                                      </a:cubicBezTo>
                                      <a:cubicBezTo>
                                        <a:pt x="476" y="602"/>
                                        <a:pt x="486" y="650"/>
                                        <a:pt x="468" y="677"/>
                                      </a:cubicBezTo>
                                      <a:cubicBezTo>
                                        <a:pt x="450" y="704"/>
                                        <a:pt x="405" y="728"/>
                                        <a:pt x="369" y="733"/>
                                      </a:cubicBezTo>
                                      <a:cubicBezTo>
                                        <a:pt x="333" y="738"/>
                                        <a:pt x="279" y="722"/>
                                        <a:pt x="249" y="708"/>
                                      </a:cubicBezTo>
                                      <a:cubicBezTo>
                                        <a:pt x="219" y="694"/>
                                        <a:pt x="204" y="678"/>
                                        <a:pt x="189" y="648"/>
                                      </a:cubicBezTo>
                                      <a:cubicBezTo>
                                        <a:pt x="174" y="618"/>
                                        <a:pt x="166" y="561"/>
                                        <a:pt x="161" y="525"/>
                                      </a:cubicBezTo>
                                      <a:cubicBezTo>
                                        <a:pt x="156" y="489"/>
                                        <a:pt x="173" y="450"/>
                                        <a:pt x="158" y="430"/>
                                      </a:cubicBezTo>
                                      <a:cubicBezTo>
                                        <a:pt x="143" y="410"/>
                                        <a:pt x="98" y="419"/>
                                        <a:pt x="73" y="405"/>
                                      </a:cubicBezTo>
                                      <a:cubicBezTo>
                                        <a:pt x="48" y="391"/>
                                        <a:pt x="12" y="370"/>
                                        <a:pt x="6" y="345"/>
                                      </a:cubicBezTo>
                                      <a:cubicBezTo>
                                        <a:pt x="0" y="320"/>
                                        <a:pt x="16" y="256"/>
                                        <a:pt x="41" y="2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7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1" y="8736"/>
                                  <a:ext cx="679" cy="1127"/>
                                </a:xfrm>
                                <a:custGeom>
                                  <a:avLst/>
                                  <a:gdLst>
                                    <a:gd name="T0" fmla="*/ 55 w 356"/>
                                    <a:gd name="T1" fmla="*/ 154 h 729"/>
                                    <a:gd name="T2" fmla="*/ 157 w 356"/>
                                    <a:gd name="T3" fmla="*/ 256 h 729"/>
                                    <a:gd name="T4" fmla="*/ 312 w 356"/>
                                    <a:gd name="T5" fmla="*/ 595 h 729"/>
                                    <a:gd name="T6" fmla="*/ 348 w 356"/>
                                    <a:gd name="T7" fmla="*/ 701 h 729"/>
                                    <a:gd name="T8" fmla="*/ 266 w 356"/>
                                    <a:gd name="T9" fmla="*/ 429 h 729"/>
                                    <a:gd name="T10" fmla="*/ 210 w 356"/>
                                    <a:gd name="T11" fmla="*/ 253 h 729"/>
                                    <a:gd name="T12" fmla="*/ 72 w 356"/>
                                    <a:gd name="T13" fmla="*/ 73 h 729"/>
                                    <a:gd name="T14" fmla="*/ 2 w 356"/>
                                    <a:gd name="T15" fmla="*/ 6 h 729"/>
                                    <a:gd name="T16" fmla="*/ 58 w 356"/>
                                    <a:gd name="T17" fmla="*/ 112 h 729"/>
                                    <a:gd name="T18" fmla="*/ 55 w 356"/>
                                    <a:gd name="T19" fmla="*/ 154 h 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356" h="729">
                                      <a:moveTo>
                                        <a:pt x="55" y="154"/>
                                      </a:moveTo>
                                      <a:cubicBezTo>
                                        <a:pt x="71" y="178"/>
                                        <a:pt x="114" y="183"/>
                                        <a:pt x="157" y="256"/>
                                      </a:cubicBezTo>
                                      <a:cubicBezTo>
                                        <a:pt x="200" y="329"/>
                                        <a:pt x="280" y="521"/>
                                        <a:pt x="312" y="595"/>
                                      </a:cubicBezTo>
                                      <a:cubicBezTo>
                                        <a:pt x="344" y="669"/>
                                        <a:pt x="356" y="729"/>
                                        <a:pt x="348" y="701"/>
                                      </a:cubicBezTo>
                                      <a:cubicBezTo>
                                        <a:pt x="340" y="673"/>
                                        <a:pt x="289" y="504"/>
                                        <a:pt x="266" y="429"/>
                                      </a:cubicBezTo>
                                      <a:cubicBezTo>
                                        <a:pt x="243" y="354"/>
                                        <a:pt x="242" y="312"/>
                                        <a:pt x="210" y="253"/>
                                      </a:cubicBezTo>
                                      <a:cubicBezTo>
                                        <a:pt x="178" y="194"/>
                                        <a:pt x="107" y="114"/>
                                        <a:pt x="72" y="73"/>
                                      </a:cubicBezTo>
                                      <a:cubicBezTo>
                                        <a:pt x="37" y="32"/>
                                        <a:pt x="4" y="0"/>
                                        <a:pt x="2" y="6"/>
                                      </a:cubicBezTo>
                                      <a:cubicBezTo>
                                        <a:pt x="0" y="12"/>
                                        <a:pt x="49" y="88"/>
                                        <a:pt x="58" y="112"/>
                                      </a:cubicBezTo>
                                      <a:cubicBezTo>
                                        <a:pt x="67" y="136"/>
                                        <a:pt x="39" y="130"/>
                                        <a:pt x="55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7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90" y="8790"/>
                                  <a:ext cx="366" cy="662"/>
                                </a:xfrm>
                                <a:custGeom>
                                  <a:avLst/>
                                  <a:gdLst>
                                    <a:gd name="T0" fmla="*/ 160 w 191"/>
                                    <a:gd name="T1" fmla="*/ 32 h 429"/>
                                    <a:gd name="T2" fmla="*/ 79 w 191"/>
                                    <a:gd name="T3" fmla="*/ 191 h 429"/>
                                    <a:gd name="T4" fmla="*/ 1 w 191"/>
                                    <a:gd name="T5" fmla="*/ 416 h 429"/>
                                    <a:gd name="T6" fmla="*/ 72 w 191"/>
                                    <a:gd name="T7" fmla="*/ 268 h 429"/>
                                    <a:gd name="T8" fmla="*/ 150 w 191"/>
                                    <a:gd name="T9" fmla="*/ 169 h 429"/>
                                    <a:gd name="T10" fmla="*/ 174 w 191"/>
                                    <a:gd name="T11" fmla="*/ 141 h 429"/>
                                    <a:gd name="T12" fmla="*/ 188 w 191"/>
                                    <a:gd name="T13" fmla="*/ 14 h 429"/>
                                    <a:gd name="T14" fmla="*/ 157 w 191"/>
                                    <a:gd name="T15" fmla="*/ 56 h 4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91" h="429">
                                      <a:moveTo>
                                        <a:pt x="160" y="32"/>
                                      </a:moveTo>
                                      <a:cubicBezTo>
                                        <a:pt x="133" y="79"/>
                                        <a:pt x="106" y="127"/>
                                        <a:pt x="79" y="191"/>
                                      </a:cubicBezTo>
                                      <a:cubicBezTo>
                                        <a:pt x="52" y="255"/>
                                        <a:pt x="2" y="403"/>
                                        <a:pt x="1" y="416"/>
                                      </a:cubicBezTo>
                                      <a:cubicBezTo>
                                        <a:pt x="0" y="429"/>
                                        <a:pt x="47" y="309"/>
                                        <a:pt x="72" y="268"/>
                                      </a:cubicBezTo>
                                      <a:cubicBezTo>
                                        <a:pt x="97" y="227"/>
                                        <a:pt x="133" y="190"/>
                                        <a:pt x="150" y="169"/>
                                      </a:cubicBezTo>
                                      <a:cubicBezTo>
                                        <a:pt x="167" y="148"/>
                                        <a:pt x="168" y="167"/>
                                        <a:pt x="174" y="141"/>
                                      </a:cubicBezTo>
                                      <a:cubicBezTo>
                                        <a:pt x="180" y="115"/>
                                        <a:pt x="191" y="28"/>
                                        <a:pt x="188" y="14"/>
                                      </a:cubicBezTo>
                                      <a:cubicBezTo>
                                        <a:pt x="185" y="0"/>
                                        <a:pt x="171" y="28"/>
                                        <a:pt x="157" y="5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7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56" y="3286"/>
                                  <a:ext cx="2090" cy="7936"/>
                                </a:xfrm>
                                <a:custGeom>
                                  <a:avLst/>
                                  <a:gdLst>
                                    <a:gd name="T0" fmla="*/ 2090 w 2090"/>
                                    <a:gd name="T1" fmla="*/ 0 h 7936"/>
                                    <a:gd name="T2" fmla="*/ 2083 w 2090"/>
                                    <a:gd name="T3" fmla="*/ 408 h 7936"/>
                                    <a:gd name="T4" fmla="*/ 2068 w 2090"/>
                                    <a:gd name="T5" fmla="*/ 757 h 7936"/>
                                    <a:gd name="T6" fmla="*/ 1962 w 2090"/>
                                    <a:gd name="T7" fmla="*/ 1131 h 7936"/>
                                    <a:gd name="T8" fmla="*/ 1610 w 2090"/>
                                    <a:gd name="T9" fmla="*/ 1718 h 7936"/>
                                    <a:gd name="T10" fmla="*/ 1213 w 2090"/>
                                    <a:gd name="T11" fmla="*/ 2441 h 7936"/>
                                    <a:gd name="T12" fmla="*/ 838 w 2090"/>
                                    <a:gd name="T13" fmla="*/ 4019 h 7936"/>
                                    <a:gd name="T14" fmla="*/ 532 w 2090"/>
                                    <a:gd name="T15" fmla="*/ 5134 h 7936"/>
                                    <a:gd name="T16" fmla="*/ 189 w 2090"/>
                                    <a:gd name="T17" fmla="*/ 5592 h 7936"/>
                                    <a:gd name="T18" fmla="*/ 30 w 2090"/>
                                    <a:gd name="T19" fmla="*/ 6351 h 7936"/>
                                    <a:gd name="T20" fmla="*/ 12 w 2090"/>
                                    <a:gd name="T21" fmla="*/ 7126 h 7936"/>
                                    <a:gd name="T22" fmla="*/ 30 w 2090"/>
                                    <a:gd name="T23" fmla="*/ 7936 h 79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090" h="7936">
                                      <a:moveTo>
                                        <a:pt x="2090" y="0"/>
                                      </a:moveTo>
                                      <a:cubicBezTo>
                                        <a:pt x="2088" y="68"/>
                                        <a:pt x="2086" y="282"/>
                                        <a:pt x="2083" y="408"/>
                                      </a:cubicBezTo>
                                      <a:cubicBezTo>
                                        <a:pt x="2078" y="534"/>
                                        <a:pt x="2088" y="637"/>
                                        <a:pt x="2068" y="757"/>
                                      </a:cubicBezTo>
                                      <a:cubicBezTo>
                                        <a:pt x="2048" y="877"/>
                                        <a:pt x="2038" y="971"/>
                                        <a:pt x="1962" y="1131"/>
                                      </a:cubicBezTo>
                                      <a:cubicBezTo>
                                        <a:pt x="1886" y="1291"/>
                                        <a:pt x="1735" y="1500"/>
                                        <a:pt x="1610" y="1718"/>
                                      </a:cubicBezTo>
                                      <a:cubicBezTo>
                                        <a:pt x="1485" y="1936"/>
                                        <a:pt x="1341" y="2057"/>
                                        <a:pt x="1213" y="2441"/>
                                      </a:cubicBezTo>
                                      <a:cubicBezTo>
                                        <a:pt x="1085" y="2824"/>
                                        <a:pt x="951" y="3570"/>
                                        <a:pt x="838" y="4019"/>
                                      </a:cubicBezTo>
                                      <a:cubicBezTo>
                                        <a:pt x="724" y="4468"/>
                                        <a:pt x="640" y="4872"/>
                                        <a:pt x="532" y="5134"/>
                                      </a:cubicBezTo>
                                      <a:cubicBezTo>
                                        <a:pt x="425" y="5397"/>
                                        <a:pt x="273" y="5389"/>
                                        <a:pt x="189" y="5592"/>
                                      </a:cubicBezTo>
                                      <a:cubicBezTo>
                                        <a:pt x="106" y="5795"/>
                                        <a:pt x="61" y="6096"/>
                                        <a:pt x="30" y="6351"/>
                                      </a:cubicBezTo>
                                      <a:cubicBezTo>
                                        <a:pt x="0" y="6607"/>
                                        <a:pt x="12" y="6862"/>
                                        <a:pt x="12" y="7126"/>
                                      </a:cubicBezTo>
                                      <a:cubicBezTo>
                                        <a:pt x="12" y="7390"/>
                                        <a:pt x="26" y="7768"/>
                                        <a:pt x="30" y="793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7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3279"/>
                                  <a:ext cx="1773" cy="7960"/>
                                </a:xfrm>
                                <a:custGeom>
                                  <a:avLst/>
                                  <a:gdLst>
                                    <a:gd name="T0" fmla="*/ 0 w 1773"/>
                                    <a:gd name="T1" fmla="*/ 0 h 7960"/>
                                    <a:gd name="T2" fmla="*/ 33 w 1773"/>
                                    <a:gd name="T3" fmla="*/ 729 h 7960"/>
                                    <a:gd name="T4" fmla="*/ 140 w 1773"/>
                                    <a:gd name="T5" fmla="*/ 1256 h 7960"/>
                                    <a:gd name="T6" fmla="*/ 597 w 1773"/>
                                    <a:gd name="T7" fmla="*/ 2259 h 7960"/>
                                    <a:gd name="T8" fmla="*/ 739 w 1773"/>
                                    <a:gd name="T9" fmla="*/ 2928 h 7960"/>
                                    <a:gd name="T10" fmla="*/ 851 w 1773"/>
                                    <a:gd name="T11" fmla="*/ 4114 h 7960"/>
                                    <a:gd name="T12" fmla="*/ 997 w 1773"/>
                                    <a:gd name="T13" fmla="*/ 4915 h 7960"/>
                                    <a:gd name="T14" fmla="*/ 1092 w 1773"/>
                                    <a:gd name="T15" fmla="*/ 5228 h 7960"/>
                                    <a:gd name="T16" fmla="*/ 1499 w 1773"/>
                                    <a:gd name="T17" fmla="*/ 5825 h 7960"/>
                                    <a:gd name="T18" fmla="*/ 1606 w 1773"/>
                                    <a:gd name="T19" fmla="*/ 6856 h 7960"/>
                                    <a:gd name="T20" fmla="*/ 1747 w 1773"/>
                                    <a:gd name="T21" fmla="*/ 7616 h 7960"/>
                                    <a:gd name="T22" fmla="*/ 1764 w 1773"/>
                                    <a:gd name="T23" fmla="*/ 7960 h 79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1773" h="7960">
                                      <a:moveTo>
                                        <a:pt x="0" y="0"/>
                                      </a:moveTo>
                                      <a:cubicBezTo>
                                        <a:pt x="5" y="121"/>
                                        <a:pt x="10" y="520"/>
                                        <a:pt x="33" y="729"/>
                                      </a:cubicBezTo>
                                      <a:cubicBezTo>
                                        <a:pt x="56" y="938"/>
                                        <a:pt x="46" y="1001"/>
                                        <a:pt x="140" y="1256"/>
                                      </a:cubicBezTo>
                                      <a:cubicBezTo>
                                        <a:pt x="234" y="1511"/>
                                        <a:pt x="497" y="1980"/>
                                        <a:pt x="597" y="2259"/>
                                      </a:cubicBezTo>
                                      <a:cubicBezTo>
                                        <a:pt x="697" y="2538"/>
                                        <a:pt x="697" y="2619"/>
                                        <a:pt x="739" y="2928"/>
                                      </a:cubicBezTo>
                                      <a:cubicBezTo>
                                        <a:pt x="781" y="3238"/>
                                        <a:pt x="808" y="3782"/>
                                        <a:pt x="851" y="4114"/>
                                      </a:cubicBezTo>
                                      <a:cubicBezTo>
                                        <a:pt x="894" y="4445"/>
                                        <a:pt x="957" y="4730"/>
                                        <a:pt x="997" y="4915"/>
                                      </a:cubicBezTo>
                                      <a:cubicBezTo>
                                        <a:pt x="1037" y="5100"/>
                                        <a:pt x="1008" y="5077"/>
                                        <a:pt x="1092" y="5228"/>
                                      </a:cubicBezTo>
                                      <a:cubicBezTo>
                                        <a:pt x="1175" y="5380"/>
                                        <a:pt x="1413" y="5554"/>
                                        <a:pt x="1499" y="5825"/>
                                      </a:cubicBezTo>
                                      <a:cubicBezTo>
                                        <a:pt x="1584" y="6097"/>
                                        <a:pt x="1565" y="6557"/>
                                        <a:pt x="1606" y="6856"/>
                                      </a:cubicBezTo>
                                      <a:cubicBezTo>
                                        <a:pt x="1647" y="7155"/>
                                        <a:pt x="1720" y="7432"/>
                                        <a:pt x="1747" y="7616"/>
                                      </a:cubicBezTo>
                                      <a:cubicBezTo>
                                        <a:pt x="1773" y="7800"/>
                                        <a:pt x="1760" y="7888"/>
                                        <a:pt x="1764" y="79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7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0" y="5096"/>
                                  <a:ext cx="423" cy="1741"/>
                                </a:xfrm>
                                <a:custGeom>
                                  <a:avLst/>
                                  <a:gdLst>
                                    <a:gd name="T0" fmla="*/ 11 w 436"/>
                                    <a:gd name="T1" fmla="*/ 1794 h 1794"/>
                                    <a:gd name="T2" fmla="*/ 40 w 436"/>
                                    <a:gd name="T3" fmla="*/ 1257 h 1794"/>
                                    <a:gd name="T4" fmla="*/ 10 w 436"/>
                                    <a:gd name="T5" fmla="*/ 776 h 1794"/>
                                    <a:gd name="T6" fmla="*/ 100 w 436"/>
                                    <a:gd name="T7" fmla="*/ 401 h 1794"/>
                                    <a:gd name="T8" fmla="*/ 296 w 436"/>
                                    <a:gd name="T9" fmla="*/ 102 h 1794"/>
                                    <a:gd name="T10" fmla="*/ 378 w 436"/>
                                    <a:gd name="T11" fmla="*/ 1 h 1794"/>
                                    <a:gd name="T12" fmla="*/ 359 w 436"/>
                                    <a:gd name="T13" fmla="*/ 97 h 1794"/>
                                    <a:gd name="T14" fmla="*/ 436 w 436"/>
                                    <a:gd name="T15" fmla="*/ 262 h 17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436" h="1794">
                                      <a:moveTo>
                                        <a:pt x="11" y="1794"/>
                                      </a:moveTo>
                                      <a:cubicBezTo>
                                        <a:pt x="29" y="1610"/>
                                        <a:pt x="40" y="1427"/>
                                        <a:pt x="40" y="1257"/>
                                      </a:cubicBezTo>
                                      <a:cubicBezTo>
                                        <a:pt x="40" y="1087"/>
                                        <a:pt x="0" y="919"/>
                                        <a:pt x="10" y="776"/>
                                      </a:cubicBezTo>
                                      <a:cubicBezTo>
                                        <a:pt x="20" y="633"/>
                                        <a:pt x="52" y="513"/>
                                        <a:pt x="100" y="401"/>
                                      </a:cubicBezTo>
                                      <a:cubicBezTo>
                                        <a:pt x="148" y="289"/>
                                        <a:pt x="250" y="169"/>
                                        <a:pt x="296" y="102"/>
                                      </a:cubicBezTo>
                                      <a:cubicBezTo>
                                        <a:pt x="342" y="35"/>
                                        <a:pt x="368" y="2"/>
                                        <a:pt x="378" y="1"/>
                                      </a:cubicBezTo>
                                      <a:cubicBezTo>
                                        <a:pt x="388" y="0"/>
                                        <a:pt x="349" y="54"/>
                                        <a:pt x="359" y="97"/>
                                      </a:cubicBezTo>
                                      <a:cubicBezTo>
                                        <a:pt x="369" y="140"/>
                                        <a:pt x="402" y="201"/>
                                        <a:pt x="436" y="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7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41" y="5004"/>
                                  <a:ext cx="436" cy="1790"/>
                                </a:xfrm>
                                <a:custGeom>
                                  <a:avLst/>
                                  <a:gdLst>
                                    <a:gd name="T0" fmla="*/ 353 w 415"/>
                                    <a:gd name="T1" fmla="*/ 1702 h 1702"/>
                                    <a:gd name="T2" fmla="*/ 344 w 415"/>
                                    <a:gd name="T3" fmla="*/ 1319 h 1702"/>
                                    <a:gd name="T4" fmla="*/ 380 w 415"/>
                                    <a:gd name="T5" fmla="*/ 1006 h 1702"/>
                                    <a:gd name="T6" fmla="*/ 408 w 415"/>
                                    <a:gd name="T7" fmla="*/ 754 h 1702"/>
                                    <a:gd name="T8" fmla="*/ 335 w 415"/>
                                    <a:gd name="T9" fmla="*/ 467 h 1702"/>
                                    <a:gd name="T10" fmla="*/ 177 w 415"/>
                                    <a:gd name="T11" fmla="*/ 180 h 1702"/>
                                    <a:gd name="T12" fmla="*/ 87 w 415"/>
                                    <a:gd name="T13" fmla="*/ 7 h 1702"/>
                                    <a:gd name="T14" fmla="*/ 77 w 415"/>
                                    <a:gd name="T15" fmla="*/ 137 h 1702"/>
                                    <a:gd name="T16" fmla="*/ 0 w 415"/>
                                    <a:gd name="T17" fmla="*/ 324 h 17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15" h="1702">
                                      <a:moveTo>
                                        <a:pt x="353" y="1702"/>
                                      </a:moveTo>
                                      <a:cubicBezTo>
                                        <a:pt x="346" y="1568"/>
                                        <a:pt x="340" y="1435"/>
                                        <a:pt x="344" y="1319"/>
                                      </a:cubicBezTo>
                                      <a:cubicBezTo>
                                        <a:pt x="349" y="1203"/>
                                        <a:pt x="369" y="1100"/>
                                        <a:pt x="380" y="1006"/>
                                      </a:cubicBezTo>
                                      <a:cubicBezTo>
                                        <a:pt x="391" y="912"/>
                                        <a:pt x="415" y="844"/>
                                        <a:pt x="408" y="754"/>
                                      </a:cubicBezTo>
                                      <a:cubicBezTo>
                                        <a:pt x="401" y="664"/>
                                        <a:pt x="373" y="563"/>
                                        <a:pt x="335" y="467"/>
                                      </a:cubicBezTo>
                                      <a:cubicBezTo>
                                        <a:pt x="297" y="371"/>
                                        <a:pt x="219" y="257"/>
                                        <a:pt x="177" y="180"/>
                                      </a:cubicBezTo>
                                      <a:cubicBezTo>
                                        <a:pt x="136" y="103"/>
                                        <a:pt x="103" y="15"/>
                                        <a:pt x="87" y="7"/>
                                      </a:cubicBezTo>
                                      <a:cubicBezTo>
                                        <a:pt x="70" y="0"/>
                                        <a:pt x="91" y="84"/>
                                        <a:pt x="77" y="137"/>
                                      </a:cubicBezTo>
                                      <a:cubicBezTo>
                                        <a:pt x="62" y="189"/>
                                        <a:pt x="33" y="256"/>
                                        <a:pt x="0" y="3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7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92" y="4341"/>
                                  <a:ext cx="651" cy="971"/>
                                </a:xfrm>
                                <a:custGeom>
                                  <a:avLst/>
                                  <a:gdLst>
                                    <a:gd name="T0" fmla="*/ 51 w 651"/>
                                    <a:gd name="T1" fmla="*/ 966 h 971"/>
                                    <a:gd name="T2" fmla="*/ 1 w 651"/>
                                    <a:gd name="T3" fmla="*/ 860 h 971"/>
                                    <a:gd name="T4" fmla="*/ 43 w 651"/>
                                    <a:gd name="T5" fmla="*/ 685 h 971"/>
                                    <a:gd name="T6" fmla="*/ 125 w 651"/>
                                    <a:gd name="T7" fmla="*/ 511 h 971"/>
                                    <a:gd name="T8" fmla="*/ 248 w 651"/>
                                    <a:gd name="T9" fmla="*/ 307 h 971"/>
                                    <a:gd name="T10" fmla="*/ 438 w 651"/>
                                    <a:gd name="T11" fmla="*/ 16 h 971"/>
                                    <a:gd name="T12" fmla="*/ 518 w 651"/>
                                    <a:gd name="T13" fmla="*/ 212 h 971"/>
                                    <a:gd name="T14" fmla="*/ 623 w 651"/>
                                    <a:gd name="T15" fmla="*/ 538 h 971"/>
                                    <a:gd name="T16" fmla="*/ 642 w 651"/>
                                    <a:gd name="T17" fmla="*/ 704 h 971"/>
                                    <a:gd name="T18" fmla="*/ 642 w 651"/>
                                    <a:gd name="T19" fmla="*/ 820 h 971"/>
                                    <a:gd name="T20" fmla="*/ 591 w 651"/>
                                    <a:gd name="T21" fmla="*/ 971 h 9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651" h="971">
                                      <a:moveTo>
                                        <a:pt x="51" y="966"/>
                                      </a:moveTo>
                                      <a:cubicBezTo>
                                        <a:pt x="43" y="949"/>
                                        <a:pt x="2" y="907"/>
                                        <a:pt x="1" y="860"/>
                                      </a:cubicBezTo>
                                      <a:cubicBezTo>
                                        <a:pt x="0" y="814"/>
                                        <a:pt x="22" y="743"/>
                                        <a:pt x="43" y="685"/>
                                      </a:cubicBezTo>
                                      <a:cubicBezTo>
                                        <a:pt x="63" y="626"/>
                                        <a:pt x="91" y="574"/>
                                        <a:pt x="125" y="511"/>
                                      </a:cubicBezTo>
                                      <a:cubicBezTo>
                                        <a:pt x="159" y="448"/>
                                        <a:pt x="196" y="389"/>
                                        <a:pt x="248" y="307"/>
                                      </a:cubicBezTo>
                                      <a:cubicBezTo>
                                        <a:pt x="301" y="224"/>
                                        <a:pt x="393" y="31"/>
                                        <a:pt x="438" y="16"/>
                                      </a:cubicBezTo>
                                      <a:cubicBezTo>
                                        <a:pt x="482" y="0"/>
                                        <a:pt x="487" y="125"/>
                                        <a:pt x="518" y="212"/>
                                      </a:cubicBezTo>
                                      <a:cubicBezTo>
                                        <a:pt x="549" y="299"/>
                                        <a:pt x="602" y="456"/>
                                        <a:pt x="623" y="538"/>
                                      </a:cubicBezTo>
                                      <a:cubicBezTo>
                                        <a:pt x="644" y="620"/>
                                        <a:pt x="639" y="657"/>
                                        <a:pt x="642" y="704"/>
                                      </a:cubicBezTo>
                                      <a:cubicBezTo>
                                        <a:pt x="645" y="751"/>
                                        <a:pt x="651" y="776"/>
                                        <a:pt x="642" y="820"/>
                                      </a:cubicBezTo>
                                      <a:cubicBezTo>
                                        <a:pt x="634" y="865"/>
                                        <a:pt x="612" y="918"/>
                                        <a:pt x="591" y="9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7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41" y="5952"/>
                                  <a:ext cx="916" cy="5274"/>
                                </a:xfrm>
                                <a:custGeom>
                                  <a:avLst/>
                                  <a:gdLst>
                                    <a:gd name="T0" fmla="*/ 854 w 871"/>
                                    <a:gd name="T1" fmla="*/ 833 h 5016"/>
                                    <a:gd name="T2" fmla="*/ 867 w 871"/>
                                    <a:gd name="T3" fmla="*/ 551 h 5016"/>
                                    <a:gd name="T4" fmla="*/ 864 w 871"/>
                                    <a:gd name="T5" fmla="*/ 271 h 5016"/>
                                    <a:gd name="T6" fmla="*/ 823 w 871"/>
                                    <a:gd name="T7" fmla="*/ 39 h 5016"/>
                                    <a:gd name="T8" fmla="*/ 716 w 871"/>
                                    <a:gd name="T9" fmla="*/ 502 h 5016"/>
                                    <a:gd name="T10" fmla="*/ 524 w 871"/>
                                    <a:gd name="T11" fmla="*/ 1342 h 5016"/>
                                    <a:gd name="T12" fmla="*/ 309 w 871"/>
                                    <a:gd name="T13" fmla="*/ 2167 h 5016"/>
                                    <a:gd name="T14" fmla="*/ 260 w 871"/>
                                    <a:gd name="T15" fmla="*/ 2475 h 5016"/>
                                    <a:gd name="T16" fmla="*/ 320 w 871"/>
                                    <a:gd name="T17" fmla="*/ 2915 h 5016"/>
                                    <a:gd name="T18" fmla="*/ 341 w 871"/>
                                    <a:gd name="T19" fmla="*/ 3525 h 5016"/>
                                    <a:gd name="T20" fmla="*/ 55 w 871"/>
                                    <a:gd name="T21" fmla="*/ 4537 h 5016"/>
                                    <a:gd name="T22" fmla="*/ 12 w 871"/>
                                    <a:gd name="T23" fmla="*/ 5016 h 50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871" h="5016">
                                      <a:moveTo>
                                        <a:pt x="854" y="833"/>
                                      </a:moveTo>
                                      <a:cubicBezTo>
                                        <a:pt x="860" y="739"/>
                                        <a:pt x="865" y="645"/>
                                        <a:pt x="867" y="551"/>
                                      </a:cubicBezTo>
                                      <a:cubicBezTo>
                                        <a:pt x="869" y="458"/>
                                        <a:pt x="871" y="355"/>
                                        <a:pt x="864" y="271"/>
                                      </a:cubicBezTo>
                                      <a:cubicBezTo>
                                        <a:pt x="856" y="186"/>
                                        <a:pt x="848" y="0"/>
                                        <a:pt x="823" y="39"/>
                                      </a:cubicBezTo>
                                      <a:cubicBezTo>
                                        <a:pt x="798" y="78"/>
                                        <a:pt x="766" y="285"/>
                                        <a:pt x="716" y="502"/>
                                      </a:cubicBezTo>
                                      <a:cubicBezTo>
                                        <a:pt x="666" y="719"/>
                                        <a:pt x="591" y="1065"/>
                                        <a:pt x="524" y="1342"/>
                                      </a:cubicBezTo>
                                      <a:cubicBezTo>
                                        <a:pt x="456" y="1619"/>
                                        <a:pt x="353" y="1979"/>
                                        <a:pt x="309" y="2167"/>
                                      </a:cubicBezTo>
                                      <a:cubicBezTo>
                                        <a:pt x="266" y="2356"/>
                                        <a:pt x="259" y="2350"/>
                                        <a:pt x="260" y="2475"/>
                                      </a:cubicBezTo>
                                      <a:cubicBezTo>
                                        <a:pt x="262" y="2599"/>
                                        <a:pt x="308" y="2741"/>
                                        <a:pt x="320" y="2915"/>
                                      </a:cubicBezTo>
                                      <a:cubicBezTo>
                                        <a:pt x="333" y="3090"/>
                                        <a:pt x="385" y="3254"/>
                                        <a:pt x="341" y="3525"/>
                                      </a:cubicBezTo>
                                      <a:cubicBezTo>
                                        <a:pt x="296" y="3795"/>
                                        <a:pt x="110" y="4289"/>
                                        <a:pt x="55" y="4537"/>
                                      </a:cubicBezTo>
                                      <a:cubicBezTo>
                                        <a:pt x="0" y="4785"/>
                                        <a:pt x="21" y="4916"/>
                                        <a:pt x="12" y="50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7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63" y="6031"/>
                                  <a:ext cx="855" cy="5191"/>
                                </a:xfrm>
                                <a:custGeom>
                                  <a:avLst/>
                                  <a:gdLst>
                                    <a:gd name="T0" fmla="*/ 0 w 813"/>
                                    <a:gd name="T1" fmla="*/ 727 h 4937"/>
                                    <a:gd name="T2" fmla="*/ 9 w 813"/>
                                    <a:gd name="T3" fmla="*/ 383 h 4937"/>
                                    <a:gd name="T4" fmla="*/ 31 w 813"/>
                                    <a:gd name="T5" fmla="*/ 152 h 4937"/>
                                    <a:gd name="T6" fmla="*/ 66 w 813"/>
                                    <a:gd name="T7" fmla="*/ 41 h 4937"/>
                                    <a:gd name="T8" fmla="*/ 107 w 813"/>
                                    <a:gd name="T9" fmla="*/ 401 h 4937"/>
                                    <a:gd name="T10" fmla="*/ 152 w 813"/>
                                    <a:gd name="T11" fmla="*/ 977 h 4937"/>
                                    <a:gd name="T12" fmla="*/ 228 w 813"/>
                                    <a:gd name="T13" fmla="*/ 1579 h 4937"/>
                                    <a:gd name="T14" fmla="*/ 343 w 813"/>
                                    <a:gd name="T15" fmla="*/ 2190 h 4937"/>
                                    <a:gd name="T16" fmla="*/ 371 w 813"/>
                                    <a:gd name="T17" fmla="*/ 2452 h 4937"/>
                                    <a:gd name="T18" fmla="*/ 335 w 813"/>
                                    <a:gd name="T19" fmla="*/ 2913 h 4937"/>
                                    <a:gd name="T20" fmla="*/ 393 w 813"/>
                                    <a:gd name="T21" fmla="*/ 3444 h 4937"/>
                                    <a:gd name="T22" fmla="*/ 741 w 813"/>
                                    <a:gd name="T23" fmla="*/ 4338 h 4937"/>
                                    <a:gd name="T24" fmla="*/ 813 w 813"/>
                                    <a:gd name="T25" fmla="*/ 4937 h 49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13" h="4937">
                                      <a:moveTo>
                                        <a:pt x="0" y="727"/>
                                      </a:moveTo>
                                      <a:cubicBezTo>
                                        <a:pt x="2" y="603"/>
                                        <a:pt x="4" y="479"/>
                                        <a:pt x="9" y="383"/>
                                      </a:cubicBezTo>
                                      <a:cubicBezTo>
                                        <a:pt x="15" y="287"/>
                                        <a:pt x="22" y="209"/>
                                        <a:pt x="31" y="152"/>
                                      </a:cubicBezTo>
                                      <a:cubicBezTo>
                                        <a:pt x="40" y="95"/>
                                        <a:pt x="53" y="0"/>
                                        <a:pt x="66" y="41"/>
                                      </a:cubicBezTo>
                                      <a:cubicBezTo>
                                        <a:pt x="79" y="82"/>
                                        <a:pt x="93" y="245"/>
                                        <a:pt x="107" y="401"/>
                                      </a:cubicBezTo>
                                      <a:cubicBezTo>
                                        <a:pt x="121" y="557"/>
                                        <a:pt x="132" y="780"/>
                                        <a:pt x="152" y="977"/>
                                      </a:cubicBezTo>
                                      <a:cubicBezTo>
                                        <a:pt x="173" y="1174"/>
                                        <a:pt x="196" y="1377"/>
                                        <a:pt x="228" y="1579"/>
                                      </a:cubicBezTo>
                                      <a:cubicBezTo>
                                        <a:pt x="260" y="1781"/>
                                        <a:pt x="319" y="2044"/>
                                        <a:pt x="343" y="2190"/>
                                      </a:cubicBezTo>
                                      <a:cubicBezTo>
                                        <a:pt x="367" y="2336"/>
                                        <a:pt x="372" y="2332"/>
                                        <a:pt x="371" y="2452"/>
                                      </a:cubicBezTo>
                                      <a:cubicBezTo>
                                        <a:pt x="370" y="2573"/>
                                        <a:pt x="331" y="2748"/>
                                        <a:pt x="335" y="2913"/>
                                      </a:cubicBezTo>
                                      <a:cubicBezTo>
                                        <a:pt x="339" y="3079"/>
                                        <a:pt x="325" y="3206"/>
                                        <a:pt x="393" y="3444"/>
                                      </a:cubicBezTo>
                                      <a:cubicBezTo>
                                        <a:pt x="461" y="3682"/>
                                        <a:pt x="671" y="4089"/>
                                        <a:pt x="741" y="4338"/>
                                      </a:cubicBezTo>
                                      <a:cubicBezTo>
                                        <a:pt x="811" y="4587"/>
                                        <a:pt x="798" y="4812"/>
                                        <a:pt x="813" y="49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7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18" y="8589"/>
                                  <a:ext cx="526" cy="2629"/>
                                </a:xfrm>
                                <a:custGeom>
                                  <a:avLst/>
                                  <a:gdLst>
                                    <a:gd name="T0" fmla="*/ 36 w 500"/>
                                    <a:gd name="T1" fmla="*/ 2500 h 2500"/>
                                    <a:gd name="T2" fmla="*/ 25 w 500"/>
                                    <a:gd name="T3" fmla="*/ 1889 h 2500"/>
                                    <a:gd name="T4" fmla="*/ 24 w 500"/>
                                    <a:gd name="T5" fmla="*/ 1104 h 2500"/>
                                    <a:gd name="T6" fmla="*/ 163 w 500"/>
                                    <a:gd name="T7" fmla="*/ 393 h 2500"/>
                                    <a:gd name="T8" fmla="*/ 329 w 500"/>
                                    <a:gd name="T9" fmla="*/ 123 h 2500"/>
                                    <a:gd name="T10" fmla="*/ 475 w 500"/>
                                    <a:gd name="T11" fmla="*/ 6 h 2500"/>
                                    <a:gd name="T12" fmla="*/ 479 w 500"/>
                                    <a:gd name="T13" fmla="*/ 91 h 2500"/>
                                    <a:gd name="T14" fmla="*/ 434 w 500"/>
                                    <a:gd name="T15" fmla="*/ 359 h 2500"/>
                                    <a:gd name="T16" fmla="*/ 273 w 500"/>
                                    <a:gd name="T17" fmla="*/ 1074 h 2500"/>
                                    <a:gd name="T18" fmla="*/ 184 w 500"/>
                                    <a:gd name="T19" fmla="*/ 1702 h 2500"/>
                                    <a:gd name="T20" fmla="*/ 143 w 500"/>
                                    <a:gd name="T21" fmla="*/ 2083 h 2500"/>
                                    <a:gd name="T22" fmla="*/ 119 w 500"/>
                                    <a:gd name="T23" fmla="*/ 2408 h 25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00" h="2500">
                                      <a:moveTo>
                                        <a:pt x="36" y="2500"/>
                                      </a:moveTo>
                                      <a:cubicBezTo>
                                        <a:pt x="35" y="2399"/>
                                        <a:pt x="27" y="2122"/>
                                        <a:pt x="25" y="1889"/>
                                      </a:cubicBezTo>
                                      <a:cubicBezTo>
                                        <a:pt x="23" y="1656"/>
                                        <a:pt x="0" y="1353"/>
                                        <a:pt x="24" y="1104"/>
                                      </a:cubicBezTo>
                                      <a:cubicBezTo>
                                        <a:pt x="47" y="855"/>
                                        <a:pt x="112" y="557"/>
                                        <a:pt x="163" y="393"/>
                                      </a:cubicBezTo>
                                      <a:cubicBezTo>
                                        <a:pt x="214" y="230"/>
                                        <a:pt x="277" y="187"/>
                                        <a:pt x="329" y="123"/>
                                      </a:cubicBezTo>
                                      <a:cubicBezTo>
                                        <a:pt x="381" y="58"/>
                                        <a:pt x="450" y="11"/>
                                        <a:pt x="475" y="6"/>
                                      </a:cubicBezTo>
                                      <a:cubicBezTo>
                                        <a:pt x="500" y="0"/>
                                        <a:pt x="485" y="32"/>
                                        <a:pt x="479" y="91"/>
                                      </a:cubicBezTo>
                                      <a:cubicBezTo>
                                        <a:pt x="472" y="150"/>
                                        <a:pt x="468" y="196"/>
                                        <a:pt x="434" y="359"/>
                                      </a:cubicBezTo>
                                      <a:cubicBezTo>
                                        <a:pt x="399" y="523"/>
                                        <a:pt x="314" y="850"/>
                                        <a:pt x="273" y="1074"/>
                                      </a:cubicBezTo>
                                      <a:cubicBezTo>
                                        <a:pt x="231" y="1297"/>
                                        <a:pt x="205" y="1534"/>
                                        <a:pt x="184" y="1702"/>
                                      </a:cubicBezTo>
                                      <a:cubicBezTo>
                                        <a:pt x="163" y="1870"/>
                                        <a:pt x="154" y="1965"/>
                                        <a:pt x="143" y="2083"/>
                                      </a:cubicBezTo>
                                      <a:cubicBezTo>
                                        <a:pt x="132" y="2201"/>
                                        <a:pt x="124" y="2340"/>
                                        <a:pt x="119" y="24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7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96" y="8929"/>
                                  <a:ext cx="455" cy="2289"/>
                                </a:xfrm>
                                <a:custGeom>
                                  <a:avLst/>
                                  <a:gdLst>
                                    <a:gd name="T0" fmla="*/ 0 w 433"/>
                                    <a:gd name="T1" fmla="*/ 2085 h 2177"/>
                                    <a:gd name="T2" fmla="*/ 33 w 433"/>
                                    <a:gd name="T3" fmla="*/ 1683 h 2177"/>
                                    <a:gd name="T4" fmla="*/ 109 w 433"/>
                                    <a:gd name="T5" fmla="*/ 1197 h 2177"/>
                                    <a:gd name="T6" fmla="*/ 176 w 433"/>
                                    <a:gd name="T7" fmla="*/ 768 h 2177"/>
                                    <a:gd name="T8" fmla="*/ 292 w 433"/>
                                    <a:gd name="T9" fmla="*/ 188 h 2177"/>
                                    <a:gd name="T10" fmla="*/ 362 w 433"/>
                                    <a:gd name="T11" fmla="*/ 1 h 2177"/>
                                    <a:gd name="T12" fmla="*/ 410 w 433"/>
                                    <a:gd name="T13" fmla="*/ 195 h 2177"/>
                                    <a:gd name="T14" fmla="*/ 431 w 433"/>
                                    <a:gd name="T15" fmla="*/ 416 h 2177"/>
                                    <a:gd name="T16" fmla="*/ 396 w 433"/>
                                    <a:gd name="T17" fmla="*/ 707 h 2177"/>
                                    <a:gd name="T18" fmla="*/ 274 w 433"/>
                                    <a:gd name="T19" fmla="*/ 1201 h 2177"/>
                                    <a:gd name="T20" fmla="*/ 140 w 433"/>
                                    <a:gd name="T21" fmla="*/ 1670 h 2177"/>
                                    <a:gd name="T22" fmla="*/ 92 w 433"/>
                                    <a:gd name="T23" fmla="*/ 2177 h 2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433" h="2177">
                                      <a:moveTo>
                                        <a:pt x="0" y="2085"/>
                                      </a:moveTo>
                                      <a:cubicBezTo>
                                        <a:pt x="5" y="2018"/>
                                        <a:pt x="15" y="1831"/>
                                        <a:pt x="33" y="1683"/>
                                      </a:cubicBezTo>
                                      <a:cubicBezTo>
                                        <a:pt x="51" y="1535"/>
                                        <a:pt x="85" y="1349"/>
                                        <a:pt x="109" y="1197"/>
                                      </a:cubicBezTo>
                                      <a:cubicBezTo>
                                        <a:pt x="133" y="1044"/>
                                        <a:pt x="146" y="936"/>
                                        <a:pt x="176" y="768"/>
                                      </a:cubicBezTo>
                                      <a:cubicBezTo>
                                        <a:pt x="207" y="600"/>
                                        <a:pt x="261" y="316"/>
                                        <a:pt x="292" y="188"/>
                                      </a:cubicBezTo>
                                      <a:cubicBezTo>
                                        <a:pt x="322" y="61"/>
                                        <a:pt x="342" y="0"/>
                                        <a:pt x="362" y="1"/>
                                      </a:cubicBezTo>
                                      <a:cubicBezTo>
                                        <a:pt x="381" y="2"/>
                                        <a:pt x="398" y="126"/>
                                        <a:pt x="410" y="195"/>
                                      </a:cubicBezTo>
                                      <a:cubicBezTo>
                                        <a:pt x="422" y="264"/>
                                        <a:pt x="433" y="332"/>
                                        <a:pt x="431" y="416"/>
                                      </a:cubicBezTo>
                                      <a:cubicBezTo>
                                        <a:pt x="429" y="501"/>
                                        <a:pt x="422" y="577"/>
                                        <a:pt x="396" y="707"/>
                                      </a:cubicBezTo>
                                      <a:cubicBezTo>
                                        <a:pt x="370" y="838"/>
                                        <a:pt x="317" y="1041"/>
                                        <a:pt x="274" y="1201"/>
                                      </a:cubicBezTo>
                                      <a:cubicBezTo>
                                        <a:pt x="232" y="1362"/>
                                        <a:pt x="170" y="1508"/>
                                        <a:pt x="140" y="1670"/>
                                      </a:cubicBezTo>
                                      <a:cubicBezTo>
                                        <a:pt x="110" y="1832"/>
                                        <a:pt x="102" y="2072"/>
                                        <a:pt x="92" y="217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7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80" y="8807"/>
                                  <a:ext cx="582" cy="2411"/>
                                </a:xfrm>
                                <a:custGeom>
                                  <a:avLst/>
                                  <a:gdLst>
                                    <a:gd name="T0" fmla="*/ 467 w 554"/>
                                    <a:gd name="T1" fmla="*/ 2293 h 2293"/>
                                    <a:gd name="T2" fmla="*/ 446 w 554"/>
                                    <a:gd name="T3" fmla="*/ 1924 h 2293"/>
                                    <a:gd name="T4" fmla="*/ 390 w 554"/>
                                    <a:gd name="T5" fmla="*/ 1605 h 2293"/>
                                    <a:gd name="T6" fmla="*/ 148 w 554"/>
                                    <a:gd name="T7" fmla="*/ 1031 h 2293"/>
                                    <a:gd name="T8" fmla="*/ 23 w 554"/>
                                    <a:gd name="T9" fmla="*/ 601 h 2293"/>
                                    <a:gd name="T10" fmla="*/ 10 w 554"/>
                                    <a:gd name="T11" fmla="*/ 223 h 2293"/>
                                    <a:gd name="T12" fmla="*/ 37 w 554"/>
                                    <a:gd name="T13" fmla="*/ 12 h 2293"/>
                                    <a:gd name="T14" fmla="*/ 120 w 554"/>
                                    <a:gd name="T15" fmla="*/ 296 h 2293"/>
                                    <a:gd name="T16" fmla="*/ 242 w 554"/>
                                    <a:gd name="T17" fmla="*/ 1040 h 2293"/>
                                    <a:gd name="T18" fmla="*/ 460 w 554"/>
                                    <a:gd name="T19" fmla="*/ 1588 h 2293"/>
                                    <a:gd name="T20" fmla="*/ 536 w 554"/>
                                    <a:gd name="T21" fmla="*/ 1928 h 2293"/>
                                    <a:gd name="T22" fmla="*/ 554 w 554"/>
                                    <a:gd name="T23" fmla="*/ 2197 h 22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54" h="2293">
                                      <a:moveTo>
                                        <a:pt x="467" y="2293"/>
                                      </a:moveTo>
                                      <a:cubicBezTo>
                                        <a:pt x="464" y="2231"/>
                                        <a:pt x="459" y="2039"/>
                                        <a:pt x="446" y="1924"/>
                                      </a:cubicBezTo>
                                      <a:cubicBezTo>
                                        <a:pt x="433" y="1809"/>
                                        <a:pt x="440" y="1754"/>
                                        <a:pt x="390" y="1605"/>
                                      </a:cubicBezTo>
                                      <a:cubicBezTo>
                                        <a:pt x="340" y="1456"/>
                                        <a:pt x="209" y="1198"/>
                                        <a:pt x="148" y="1031"/>
                                      </a:cubicBezTo>
                                      <a:cubicBezTo>
                                        <a:pt x="87" y="863"/>
                                        <a:pt x="46" y="736"/>
                                        <a:pt x="23" y="601"/>
                                      </a:cubicBezTo>
                                      <a:cubicBezTo>
                                        <a:pt x="0" y="466"/>
                                        <a:pt x="8" y="321"/>
                                        <a:pt x="10" y="223"/>
                                      </a:cubicBezTo>
                                      <a:cubicBezTo>
                                        <a:pt x="12" y="126"/>
                                        <a:pt x="18" y="0"/>
                                        <a:pt x="37" y="12"/>
                                      </a:cubicBezTo>
                                      <a:cubicBezTo>
                                        <a:pt x="55" y="24"/>
                                        <a:pt x="86" y="125"/>
                                        <a:pt x="120" y="296"/>
                                      </a:cubicBezTo>
                                      <a:cubicBezTo>
                                        <a:pt x="154" y="467"/>
                                        <a:pt x="185" y="825"/>
                                        <a:pt x="242" y="1040"/>
                                      </a:cubicBezTo>
                                      <a:cubicBezTo>
                                        <a:pt x="299" y="1255"/>
                                        <a:pt x="411" y="1440"/>
                                        <a:pt x="460" y="1588"/>
                                      </a:cubicBezTo>
                                      <a:cubicBezTo>
                                        <a:pt x="509" y="1736"/>
                                        <a:pt x="520" y="1827"/>
                                        <a:pt x="536" y="1928"/>
                                      </a:cubicBezTo>
                                      <a:cubicBezTo>
                                        <a:pt x="552" y="2029"/>
                                        <a:pt x="550" y="2141"/>
                                        <a:pt x="554" y="21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7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4" y="8560"/>
                                  <a:ext cx="675" cy="2679"/>
                                </a:xfrm>
                                <a:custGeom>
                                  <a:avLst/>
                                  <a:gdLst>
                                    <a:gd name="T0" fmla="*/ 537 w 641"/>
                                    <a:gd name="T1" fmla="*/ 2427 h 2547"/>
                                    <a:gd name="T2" fmla="*/ 475 w 641"/>
                                    <a:gd name="T3" fmla="*/ 1882 h 2547"/>
                                    <a:gd name="T4" fmla="*/ 225 w 641"/>
                                    <a:gd name="T5" fmla="*/ 1212 h 2547"/>
                                    <a:gd name="T6" fmla="*/ 131 w 641"/>
                                    <a:gd name="T7" fmla="*/ 556 h 2547"/>
                                    <a:gd name="T8" fmla="*/ 10 w 641"/>
                                    <a:gd name="T9" fmla="*/ 52 h 2547"/>
                                    <a:gd name="T10" fmla="*/ 195 w 641"/>
                                    <a:gd name="T11" fmla="*/ 247 h 2547"/>
                                    <a:gd name="T12" fmla="*/ 402 w 641"/>
                                    <a:gd name="T13" fmla="*/ 593 h 2547"/>
                                    <a:gd name="T14" fmla="*/ 458 w 641"/>
                                    <a:gd name="T15" fmla="*/ 1126 h 2547"/>
                                    <a:gd name="T16" fmla="*/ 487 w 641"/>
                                    <a:gd name="T17" fmla="*/ 1547 h 2547"/>
                                    <a:gd name="T18" fmla="*/ 567 w 641"/>
                                    <a:gd name="T19" fmla="*/ 1907 h 2547"/>
                                    <a:gd name="T20" fmla="*/ 630 w 641"/>
                                    <a:gd name="T21" fmla="*/ 2336 h 2547"/>
                                    <a:gd name="T22" fmla="*/ 634 w 641"/>
                                    <a:gd name="T23" fmla="*/ 2547 h 2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41" h="2547">
                                      <a:moveTo>
                                        <a:pt x="537" y="2427"/>
                                      </a:moveTo>
                                      <a:cubicBezTo>
                                        <a:pt x="527" y="2336"/>
                                        <a:pt x="527" y="2084"/>
                                        <a:pt x="475" y="1882"/>
                                      </a:cubicBezTo>
                                      <a:cubicBezTo>
                                        <a:pt x="423" y="1680"/>
                                        <a:pt x="282" y="1433"/>
                                        <a:pt x="225" y="1212"/>
                                      </a:cubicBezTo>
                                      <a:cubicBezTo>
                                        <a:pt x="168" y="991"/>
                                        <a:pt x="167" y="749"/>
                                        <a:pt x="131" y="556"/>
                                      </a:cubicBezTo>
                                      <a:cubicBezTo>
                                        <a:pt x="95" y="363"/>
                                        <a:pt x="0" y="103"/>
                                        <a:pt x="10" y="52"/>
                                      </a:cubicBezTo>
                                      <a:cubicBezTo>
                                        <a:pt x="20" y="0"/>
                                        <a:pt x="129" y="156"/>
                                        <a:pt x="195" y="247"/>
                                      </a:cubicBezTo>
                                      <a:cubicBezTo>
                                        <a:pt x="260" y="337"/>
                                        <a:pt x="358" y="446"/>
                                        <a:pt x="402" y="593"/>
                                      </a:cubicBezTo>
                                      <a:cubicBezTo>
                                        <a:pt x="447" y="740"/>
                                        <a:pt x="444" y="968"/>
                                        <a:pt x="458" y="1126"/>
                                      </a:cubicBezTo>
                                      <a:cubicBezTo>
                                        <a:pt x="472" y="1285"/>
                                        <a:pt x="469" y="1417"/>
                                        <a:pt x="487" y="1547"/>
                                      </a:cubicBezTo>
                                      <a:cubicBezTo>
                                        <a:pt x="505" y="1677"/>
                                        <a:pt x="543" y="1776"/>
                                        <a:pt x="567" y="1907"/>
                                      </a:cubicBezTo>
                                      <a:cubicBezTo>
                                        <a:pt x="591" y="2038"/>
                                        <a:pt x="619" y="2229"/>
                                        <a:pt x="630" y="2336"/>
                                      </a:cubicBezTo>
                                      <a:cubicBezTo>
                                        <a:pt x="641" y="2443"/>
                                        <a:pt x="633" y="2503"/>
                                        <a:pt x="634" y="25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Freeform 7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5" y="3273"/>
                                  <a:ext cx="837" cy="7957"/>
                                </a:xfrm>
                                <a:custGeom>
                                  <a:avLst/>
                                  <a:gdLst>
                                    <a:gd name="T0" fmla="*/ 753 w 796"/>
                                    <a:gd name="T1" fmla="*/ 0 h 7567"/>
                                    <a:gd name="T2" fmla="*/ 753 w 796"/>
                                    <a:gd name="T3" fmla="*/ 670 h 7567"/>
                                    <a:gd name="T4" fmla="*/ 493 w 796"/>
                                    <a:gd name="T5" fmla="*/ 1890 h 7567"/>
                                    <a:gd name="T6" fmla="*/ 413 w 796"/>
                                    <a:gd name="T7" fmla="*/ 3000 h 7567"/>
                                    <a:gd name="T8" fmla="*/ 363 w 796"/>
                                    <a:gd name="T9" fmla="*/ 4060 h 7567"/>
                                    <a:gd name="T10" fmla="*/ 313 w 796"/>
                                    <a:gd name="T11" fmla="*/ 4720 h 7567"/>
                                    <a:gd name="T12" fmla="*/ 243 w 796"/>
                                    <a:gd name="T13" fmla="*/ 4930 h 7567"/>
                                    <a:gd name="T14" fmla="*/ 153 w 796"/>
                                    <a:gd name="T15" fmla="*/ 5290 h 7567"/>
                                    <a:gd name="T16" fmla="*/ 23 w 796"/>
                                    <a:gd name="T17" fmla="*/ 5690 h 7567"/>
                                    <a:gd name="T18" fmla="*/ 13 w 796"/>
                                    <a:gd name="T19" fmla="*/ 6260 h 7567"/>
                                    <a:gd name="T20" fmla="*/ 73 w 796"/>
                                    <a:gd name="T21" fmla="*/ 7240 h 7567"/>
                                    <a:gd name="T22" fmla="*/ 55 w 796"/>
                                    <a:gd name="T23" fmla="*/ 7567 h 7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796" h="7567">
                                      <a:moveTo>
                                        <a:pt x="753" y="0"/>
                                      </a:moveTo>
                                      <a:cubicBezTo>
                                        <a:pt x="774" y="177"/>
                                        <a:pt x="796" y="355"/>
                                        <a:pt x="753" y="670"/>
                                      </a:cubicBezTo>
                                      <a:cubicBezTo>
                                        <a:pt x="710" y="985"/>
                                        <a:pt x="550" y="1502"/>
                                        <a:pt x="493" y="1890"/>
                                      </a:cubicBezTo>
                                      <a:cubicBezTo>
                                        <a:pt x="436" y="2278"/>
                                        <a:pt x="435" y="2638"/>
                                        <a:pt x="413" y="3000"/>
                                      </a:cubicBezTo>
                                      <a:cubicBezTo>
                                        <a:pt x="391" y="3362"/>
                                        <a:pt x="380" y="3773"/>
                                        <a:pt x="363" y="4060"/>
                                      </a:cubicBezTo>
                                      <a:cubicBezTo>
                                        <a:pt x="346" y="4347"/>
                                        <a:pt x="333" y="4575"/>
                                        <a:pt x="313" y="4720"/>
                                      </a:cubicBezTo>
                                      <a:cubicBezTo>
                                        <a:pt x="293" y="4865"/>
                                        <a:pt x="270" y="4835"/>
                                        <a:pt x="243" y="4930"/>
                                      </a:cubicBezTo>
                                      <a:cubicBezTo>
                                        <a:pt x="216" y="5025"/>
                                        <a:pt x="190" y="5163"/>
                                        <a:pt x="153" y="5290"/>
                                      </a:cubicBezTo>
                                      <a:cubicBezTo>
                                        <a:pt x="116" y="5417"/>
                                        <a:pt x="46" y="5528"/>
                                        <a:pt x="23" y="5690"/>
                                      </a:cubicBezTo>
                                      <a:cubicBezTo>
                                        <a:pt x="0" y="5852"/>
                                        <a:pt x="5" y="6002"/>
                                        <a:pt x="13" y="6260"/>
                                      </a:cubicBezTo>
                                      <a:cubicBezTo>
                                        <a:pt x="21" y="6518"/>
                                        <a:pt x="66" y="7022"/>
                                        <a:pt x="73" y="7240"/>
                                      </a:cubicBezTo>
                                      <a:cubicBezTo>
                                        <a:pt x="80" y="7458"/>
                                        <a:pt x="59" y="7499"/>
                                        <a:pt x="55" y="7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Freeform 7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28" y="6031"/>
                                  <a:ext cx="3136" cy="5234"/>
                                </a:xfrm>
                                <a:custGeom>
                                  <a:avLst/>
                                  <a:gdLst>
                                    <a:gd name="T0" fmla="*/ 29 w 2982"/>
                                    <a:gd name="T1" fmla="*/ 4941 h 4978"/>
                                    <a:gd name="T2" fmla="*/ 33 w 2982"/>
                                    <a:gd name="T3" fmla="*/ 4846 h 4978"/>
                                    <a:gd name="T4" fmla="*/ 12 w 2982"/>
                                    <a:gd name="T5" fmla="*/ 4658 h 4978"/>
                                    <a:gd name="T6" fmla="*/ 102 w 2982"/>
                                    <a:gd name="T7" fmla="*/ 4298 h 4978"/>
                                    <a:gd name="T8" fmla="*/ 412 w 2982"/>
                                    <a:gd name="T9" fmla="*/ 3218 h 4978"/>
                                    <a:gd name="T10" fmla="*/ 392 w 2982"/>
                                    <a:gd name="T11" fmla="*/ 2738 h 4978"/>
                                    <a:gd name="T12" fmla="*/ 722 w 2982"/>
                                    <a:gd name="T13" fmla="*/ 2218 h 4978"/>
                                    <a:gd name="T14" fmla="*/ 872 w 2982"/>
                                    <a:gd name="T15" fmla="*/ 1658 h 4978"/>
                                    <a:gd name="T16" fmla="*/ 1012 w 2982"/>
                                    <a:gd name="T17" fmla="*/ 1218 h 4978"/>
                                    <a:gd name="T18" fmla="*/ 1242 w 2982"/>
                                    <a:gd name="T19" fmla="*/ 748 h 4978"/>
                                    <a:gd name="T20" fmla="*/ 1382 w 2982"/>
                                    <a:gd name="T21" fmla="*/ 178 h 4978"/>
                                    <a:gd name="T22" fmla="*/ 1462 w 2982"/>
                                    <a:gd name="T23" fmla="*/ 18 h 4978"/>
                                    <a:gd name="T24" fmla="*/ 1542 w 2982"/>
                                    <a:gd name="T25" fmla="*/ 288 h 4978"/>
                                    <a:gd name="T26" fmla="*/ 1672 w 2982"/>
                                    <a:gd name="T27" fmla="*/ 748 h 4978"/>
                                    <a:gd name="T28" fmla="*/ 1932 w 2982"/>
                                    <a:gd name="T29" fmla="*/ 1668 h 4978"/>
                                    <a:gd name="T30" fmla="*/ 2102 w 2982"/>
                                    <a:gd name="T31" fmla="*/ 2328 h 4978"/>
                                    <a:gd name="T32" fmla="*/ 2342 w 2982"/>
                                    <a:gd name="T33" fmla="*/ 2678 h 4978"/>
                                    <a:gd name="T34" fmla="*/ 2422 w 2982"/>
                                    <a:gd name="T35" fmla="*/ 3318 h 4978"/>
                                    <a:gd name="T36" fmla="*/ 2532 w 2982"/>
                                    <a:gd name="T37" fmla="*/ 3698 h 4978"/>
                                    <a:gd name="T38" fmla="*/ 2872 w 2982"/>
                                    <a:gd name="T39" fmla="*/ 4338 h 4978"/>
                                    <a:gd name="T40" fmla="*/ 2962 w 2982"/>
                                    <a:gd name="T41" fmla="*/ 4688 h 4978"/>
                                    <a:gd name="T42" fmla="*/ 2952 w 2982"/>
                                    <a:gd name="T43" fmla="*/ 4818 h 4978"/>
                                    <a:gd name="T44" fmla="*/ 2982 w 2982"/>
                                    <a:gd name="T45" fmla="*/ 4978 h 49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982" h="4978">
                                      <a:moveTo>
                                        <a:pt x="29" y="4941"/>
                                      </a:moveTo>
                                      <a:cubicBezTo>
                                        <a:pt x="30" y="4925"/>
                                        <a:pt x="36" y="4893"/>
                                        <a:pt x="33" y="4846"/>
                                      </a:cubicBezTo>
                                      <a:cubicBezTo>
                                        <a:pt x="30" y="4799"/>
                                        <a:pt x="0" y="4749"/>
                                        <a:pt x="12" y="4658"/>
                                      </a:cubicBezTo>
                                      <a:cubicBezTo>
                                        <a:pt x="24" y="4567"/>
                                        <a:pt x="35" y="4538"/>
                                        <a:pt x="102" y="4298"/>
                                      </a:cubicBezTo>
                                      <a:cubicBezTo>
                                        <a:pt x="169" y="4058"/>
                                        <a:pt x="364" y="3478"/>
                                        <a:pt x="412" y="3218"/>
                                      </a:cubicBezTo>
                                      <a:cubicBezTo>
                                        <a:pt x="460" y="2958"/>
                                        <a:pt x="340" y="2905"/>
                                        <a:pt x="392" y="2738"/>
                                      </a:cubicBezTo>
                                      <a:cubicBezTo>
                                        <a:pt x="444" y="2571"/>
                                        <a:pt x="642" y="2398"/>
                                        <a:pt x="722" y="2218"/>
                                      </a:cubicBezTo>
                                      <a:cubicBezTo>
                                        <a:pt x="802" y="2038"/>
                                        <a:pt x="824" y="1825"/>
                                        <a:pt x="872" y="1658"/>
                                      </a:cubicBezTo>
                                      <a:cubicBezTo>
                                        <a:pt x="920" y="1491"/>
                                        <a:pt x="950" y="1370"/>
                                        <a:pt x="1012" y="1218"/>
                                      </a:cubicBezTo>
                                      <a:cubicBezTo>
                                        <a:pt x="1074" y="1066"/>
                                        <a:pt x="1180" y="921"/>
                                        <a:pt x="1242" y="748"/>
                                      </a:cubicBezTo>
                                      <a:cubicBezTo>
                                        <a:pt x="1304" y="575"/>
                                        <a:pt x="1345" y="300"/>
                                        <a:pt x="1382" y="178"/>
                                      </a:cubicBezTo>
                                      <a:cubicBezTo>
                                        <a:pt x="1419" y="56"/>
                                        <a:pt x="1435" y="0"/>
                                        <a:pt x="1462" y="18"/>
                                      </a:cubicBezTo>
                                      <a:cubicBezTo>
                                        <a:pt x="1489" y="36"/>
                                        <a:pt x="1507" y="166"/>
                                        <a:pt x="1542" y="288"/>
                                      </a:cubicBezTo>
                                      <a:cubicBezTo>
                                        <a:pt x="1577" y="410"/>
                                        <a:pt x="1607" y="518"/>
                                        <a:pt x="1672" y="748"/>
                                      </a:cubicBezTo>
                                      <a:cubicBezTo>
                                        <a:pt x="1737" y="978"/>
                                        <a:pt x="1860" y="1405"/>
                                        <a:pt x="1932" y="1668"/>
                                      </a:cubicBezTo>
                                      <a:cubicBezTo>
                                        <a:pt x="2004" y="1931"/>
                                        <a:pt x="2034" y="2160"/>
                                        <a:pt x="2102" y="2328"/>
                                      </a:cubicBezTo>
                                      <a:cubicBezTo>
                                        <a:pt x="2170" y="2496"/>
                                        <a:pt x="2289" y="2513"/>
                                        <a:pt x="2342" y="2678"/>
                                      </a:cubicBezTo>
                                      <a:cubicBezTo>
                                        <a:pt x="2395" y="2843"/>
                                        <a:pt x="2390" y="3148"/>
                                        <a:pt x="2422" y="3318"/>
                                      </a:cubicBezTo>
                                      <a:cubicBezTo>
                                        <a:pt x="2454" y="3488"/>
                                        <a:pt x="2457" y="3528"/>
                                        <a:pt x="2532" y="3698"/>
                                      </a:cubicBezTo>
                                      <a:cubicBezTo>
                                        <a:pt x="2607" y="3868"/>
                                        <a:pt x="2800" y="4173"/>
                                        <a:pt x="2872" y="4338"/>
                                      </a:cubicBezTo>
                                      <a:cubicBezTo>
                                        <a:pt x="2944" y="4503"/>
                                        <a:pt x="2949" y="4608"/>
                                        <a:pt x="2962" y="4688"/>
                                      </a:cubicBezTo>
                                      <a:cubicBezTo>
                                        <a:pt x="2975" y="4768"/>
                                        <a:pt x="2949" y="4770"/>
                                        <a:pt x="2952" y="4818"/>
                                      </a:cubicBezTo>
                                      <a:cubicBezTo>
                                        <a:pt x="2955" y="4866"/>
                                        <a:pt x="2968" y="4922"/>
                                        <a:pt x="2982" y="49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Freeform 7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77" y="3273"/>
                                  <a:ext cx="886" cy="7984"/>
                                </a:xfrm>
                                <a:custGeom>
                                  <a:avLst/>
                                  <a:gdLst>
                                    <a:gd name="T0" fmla="*/ 53 w 843"/>
                                    <a:gd name="T1" fmla="*/ 0 h 7592"/>
                                    <a:gd name="T2" fmla="*/ 3 w 843"/>
                                    <a:gd name="T3" fmla="*/ 390 h 7592"/>
                                    <a:gd name="T4" fmla="*/ 73 w 843"/>
                                    <a:gd name="T5" fmla="*/ 730 h 7592"/>
                                    <a:gd name="T6" fmla="*/ 203 w 843"/>
                                    <a:gd name="T7" fmla="*/ 1330 h 7592"/>
                                    <a:gd name="T8" fmla="*/ 343 w 843"/>
                                    <a:gd name="T9" fmla="*/ 1780 h 7592"/>
                                    <a:gd name="T10" fmla="*/ 513 w 843"/>
                                    <a:gd name="T11" fmla="*/ 3330 h 7592"/>
                                    <a:gd name="T12" fmla="*/ 423 w 843"/>
                                    <a:gd name="T13" fmla="*/ 4340 h 7592"/>
                                    <a:gd name="T14" fmla="*/ 423 w 843"/>
                                    <a:gd name="T15" fmla="*/ 4780 h 7592"/>
                                    <a:gd name="T16" fmla="*/ 643 w 843"/>
                                    <a:gd name="T17" fmla="*/ 5400 h 7592"/>
                                    <a:gd name="T18" fmla="*/ 743 w 843"/>
                                    <a:gd name="T19" fmla="*/ 5910 h 7592"/>
                                    <a:gd name="T20" fmla="*/ 753 w 843"/>
                                    <a:gd name="T21" fmla="*/ 6950 h 7592"/>
                                    <a:gd name="T22" fmla="*/ 833 w 843"/>
                                    <a:gd name="T23" fmla="*/ 7310 h 7592"/>
                                    <a:gd name="T24" fmla="*/ 816 w 843"/>
                                    <a:gd name="T25" fmla="*/ 7592 h 75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43" h="7592">
                                      <a:moveTo>
                                        <a:pt x="53" y="0"/>
                                      </a:moveTo>
                                      <a:cubicBezTo>
                                        <a:pt x="26" y="134"/>
                                        <a:pt x="0" y="268"/>
                                        <a:pt x="3" y="390"/>
                                      </a:cubicBezTo>
                                      <a:cubicBezTo>
                                        <a:pt x="6" y="512"/>
                                        <a:pt x="40" y="573"/>
                                        <a:pt x="73" y="730"/>
                                      </a:cubicBezTo>
                                      <a:cubicBezTo>
                                        <a:pt x="106" y="887"/>
                                        <a:pt x="158" y="1155"/>
                                        <a:pt x="203" y="1330"/>
                                      </a:cubicBezTo>
                                      <a:cubicBezTo>
                                        <a:pt x="248" y="1505"/>
                                        <a:pt x="291" y="1447"/>
                                        <a:pt x="343" y="1780"/>
                                      </a:cubicBezTo>
                                      <a:cubicBezTo>
                                        <a:pt x="395" y="2113"/>
                                        <a:pt x="500" y="2903"/>
                                        <a:pt x="513" y="3330"/>
                                      </a:cubicBezTo>
                                      <a:cubicBezTo>
                                        <a:pt x="526" y="3757"/>
                                        <a:pt x="438" y="4098"/>
                                        <a:pt x="423" y="4340"/>
                                      </a:cubicBezTo>
                                      <a:cubicBezTo>
                                        <a:pt x="408" y="4582"/>
                                        <a:pt x="386" y="4603"/>
                                        <a:pt x="423" y="4780"/>
                                      </a:cubicBezTo>
                                      <a:cubicBezTo>
                                        <a:pt x="460" y="4957"/>
                                        <a:pt x="590" y="5212"/>
                                        <a:pt x="643" y="5400"/>
                                      </a:cubicBezTo>
                                      <a:cubicBezTo>
                                        <a:pt x="696" y="5588"/>
                                        <a:pt x="725" y="5652"/>
                                        <a:pt x="743" y="5910"/>
                                      </a:cubicBezTo>
                                      <a:cubicBezTo>
                                        <a:pt x="761" y="6168"/>
                                        <a:pt x="738" y="6717"/>
                                        <a:pt x="753" y="6950"/>
                                      </a:cubicBezTo>
                                      <a:cubicBezTo>
                                        <a:pt x="768" y="7183"/>
                                        <a:pt x="823" y="7203"/>
                                        <a:pt x="833" y="7310"/>
                                      </a:cubicBezTo>
                                      <a:cubicBezTo>
                                        <a:pt x="843" y="7417"/>
                                        <a:pt x="820" y="7533"/>
                                        <a:pt x="816" y="75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80808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270054" id="Group 751" o:spid="_x0000_s1026" style="position:absolute;margin-left:137.05pt;margin-top:8.9pt;width:219.4pt;height:403.05pt;z-index:251661824" coordorigin="3875,3204" coordsize="4388,8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">
                      <v:shape id="Freeform 752" o:spid="_x0000_s1027" style="position:absolute;left:5999;top:4105;width:170;height:149;visibility:visible;mso-wrap-style:square;v-text-anchor:top" coordsize="89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" path="m19,c31,,69,2,79,11v10,9,8,40,3,46c77,63,58,40,50,46,42,52,39,97,36,96,33,95,32,52,33,39,34,26,45,22,40,18,35,14,8,17,4,14,,11,7,,19,xe" fillcolor="#ddd" stroked="f">
                        <v:path arrowok="t" o:connecttype="custom" o:connectlocs="36,0;151,17;157,88;96,71;69,147;63,60;76,28;8,22;36,0" o:connectangles="0,0,0,0,0,0,0,0,0"/>
                      </v:shape>
                      <v:shape id="Freeform 753" o:spid="_x0000_s1028" style="position:absolute;left:4868;top:3204;width:509;height:708;visibility:visible;mso-wrap-style:square;v-text-anchor:top" coordsize="26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" path="m29,4c53,,124,56,163,128v39,72,104,284,103,307c265,458,197,313,156,266,115,219,38,196,19,153,,110,5,8,29,4xe" fillcolor="#ddd" stroked="f">
                        <v:path arrowok="t" o:connecttype="custom" o:connectlocs="55,6;311,198;507,672;297,411;36,237;55,6" o:connectangles="0,0,0,0,0,0"/>
                      </v:shape>
                      <v:shape id="Freeform 754" o:spid="_x0000_s1029" style="position:absolute;left:7179;top:3432;width:182;height:574;visibility:visible;mso-wrap-style:square;v-text-anchor:top" coordsize="9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" path="m57,54c46,86,38,144,29,195,20,246,,351,4,361,8,371,41,278,54,255v13,-23,26,-9,31,-35c90,194,81,136,82,100,83,64,95,10,92,5,89,,68,22,57,54xe" fillcolor="#ddd" stroked="f">
                        <v:path arrowok="t" o:connecttype="custom" o:connectlocs="109,84;56,302;8,559;103,395;163,340;157,155;176,8;109,84" o:connectangles="0,0,0,0,0,0,0,0"/>
                      </v:shape>
                      <v:shape id="Freeform 755" o:spid="_x0000_s1030" style="position:absolute;left:4701;top:4385;width:176;height:1011;visibility:visible;mso-wrap-style:square;v-text-anchor:top" coordsize="9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" path="m32,31c42,62,76,214,84,296v8,82,5,170,-7,229c65,584,19,655,14,652,9,649,40,555,46,507v6,-48,11,-92,7,-141c49,317,30,248,21,211,12,174,,161,,144,,127,14,128,21,109,28,90,22,,32,31xe" fillcolor="#ddd" stroked="f">
                        <v:path arrowok="t" o:connecttype="custom" o:connectlocs="61,48;161,457;147,810;27,1006;88,783;101,565;40,326;0,222;40,168;61,48" o:connectangles="0,0,0,0,0,0,0,0,0,0"/>
                      </v:shape>
                      <v:shape id="Freeform 756" o:spid="_x0000_s1031" style="position:absolute;left:5076;top:5387;width:840;height:722;visibility:visible;mso-wrap-style:square;v-text-anchor:top" coordsize="44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" path="m12,14c24,28,160,115,227,187v67,72,161,234,187,257c440,467,397,364,386,328v-11,-36,-1,-62,-39,-99c309,192,213,142,157,106,101,70,,,12,14xe" fillcolor="#ddd" stroked="f">
                        <v:path arrowok="t" o:connecttype="custom" o:connectlocs="23,22;433,289;790,686;737,507;662,354;300,164;23,22" o:connectangles="0,0,0,0,0,0,0"/>
                      </v:shape>
                      <v:shape id="Freeform 757" o:spid="_x0000_s1032" style="position:absolute;left:6316;top:5360;width:901;height:712;visibility:visible;mso-wrap-style:square;v-text-anchor:top" coordsize="472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" path="m33,445c59,429,105,306,174,236,243,166,420,50,446,25,472,,379,52,329,85,279,118,198,181,146,222,94,263,36,294,18,332,,370,7,461,33,445xe" fillcolor="#ddd" stroked="f">
                        <v:path arrowok="t" o:connecttype="custom" o:connectlocs="63,687;332,364;851,39;628,131;279,343;34,513;63,687" o:connectangles="0,0,0,0,0,0,0"/>
                      </v:shape>
                      <v:shape id="Freeform 758" o:spid="_x0000_s1033" style="position:absolute;left:7242;top:4320;width:292;height:677;visibility:visible;mso-wrap-style:square;v-text-anchor:top" coordsize="15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" path="m102,9c92,18,68,106,59,158,50,210,58,278,49,324,40,370,,435,6,437v6,2,58,-72,82,-99c112,311,143,313,148,274,153,235,124,149,119,105,114,61,112,,102,9xe" fillcolor="#ddd" stroked="f">
                        <v:path arrowok="t" o:connecttype="custom" o:connectlocs="195,14;113,244;94,500;11,674;168,521;282,423;227,162;195,14" o:connectangles="0,0,0,0,0,0,0,0"/>
                      </v:shape>
                      <v:shape id="Freeform 759" o:spid="_x0000_s1034" style="position:absolute;left:5060;top:4801;width:702;height:418;visibility:visible;mso-wrap-style:square;v-text-anchor:top" coordsize="368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" path="m6,1c,,123,150,182,195v59,45,174,73,180,74c368,270,279,245,221,202,163,159,12,2,6,1xe" fillcolor="#ddd" stroked="f">
                        <v:path arrowok="t" o:connecttype="custom" o:connectlocs="11,2;347,302;691,416;422,313;11,2" o:connectangles="0,0,0,0,0"/>
                      </v:shape>
                      <v:shape id="Freeform 760" o:spid="_x0000_s1035" style="position:absolute;left:4169;top:7655;width:1024;height:1159;visibility:visible;mso-wrap-style:square;v-text-anchor:top" coordsize="5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" path="m99,v26,43,53,86,67,127c180,168,178,208,180,243v2,35,8,85,-4,96c164,350,127,302,109,307v-18,5,-36,40,-42,63c61,393,76,426,74,445v-2,19,-13,15,-21,42c45,514,14,575,25,610v11,35,60,74,95,85c155,706,199,695,233,678v34,-17,66,-56,88,-82c343,570,349,548,367,522v18,-26,38,-64,64,-84c457,418,516,400,526,399v10,-1,-15,22,-35,35c471,447,427,454,406,480v-21,26,-39,91,-39,113c367,615,415,597,409,610v-6,13,-52,42,-81,64c299,696,268,732,236,741v-32,9,-71,-1,-102,-14c103,714,71,684,49,663,27,642,6,635,3,603,,571,19,515,28,469,37,423,46,370,56,328,66,286,76,238,88,219v12,-19,34,10,43,-4c140,201,144,167,141,134,138,101,118,37,113,18e" fillcolor="#ddd" stroked="f">
                        <v:path arrowok="t" o:connecttype="custom" o:connectlocs="189,0;317,196;344,376;336,524;208,474;128,572;141,688;101,753;48,943;229,1074;445,1048;613,921;701,807;823,677;1005,617;938,671;776,742;701,916;781,943;627,1042;451,1145;256,1123;94,1025;6,932;53,725;107,507;168,338;250,332;269,207;216,28" o:connectangles="0,0,0,0,0,0,0,0,0,0,0,0,0,0,0,0,0,0,0,0,0,0,0,0,0,0,0,0,0,0"/>
                      </v:shape>
                      <v:shape id="Freeform 761" o:spid="_x0000_s1036" style="position:absolute;left:6893;top:7690;width:936;height:1140;visibility:visible;mso-wrap-style:square;v-text-anchor:top" coordsize="49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" path="m41,257v25,1,86,90,117,95c189,357,196,300,225,285v29,-15,82,-13,109,-21c361,256,376,258,387,239v11,-19,9,-58,11,-88c400,121,385,82,398,59,411,36,466,,475,13v9,13,-15,85,-21,124c448,176,453,228,436,250v-17,22,-51,15,-81,21c325,277,278,275,256,285v-22,10,-27,28,-35,49c213,355,203,390,207,412v4,22,37,36,39,53c248,482,213,486,218,514v5,28,25,98,56,120c305,656,376,656,405,648v29,-8,33,-34,46,-60c464,562,481,493,486,490v5,-3,-4,50,-7,81c476,602,486,650,468,677v-18,27,-63,51,-99,56c333,738,279,722,249,708,219,694,204,678,189,648,174,618,166,561,161,525v-5,-36,12,-75,-3,-95c143,410,98,419,73,405,48,391,12,370,6,345,,320,16,256,41,257xe" fillcolor="#ddd" stroked="f">
                        <v:path arrowok="t" o:connecttype="custom" o:connectlocs="78,397;301,544;429,440;637,408;738,369;759,233;759,91;905,20;865,212;831,386;677,419;488,440;421,516;395,636;469,718;416,794;522,979;772,1001;860,908;926,757;913,882;892,1046;703,1132;475,1094;360,1001;307,811;301,664;139,626;11,533;78,397" o:connectangles="0,0,0,0,0,0,0,0,0,0,0,0,0,0,0,0,0,0,0,0,0,0,0,0,0,0,0,0,0,0"/>
                      </v:shape>
                      <v:shape id="Freeform 762" o:spid="_x0000_s1037" style="position:absolute;left:6961;top:8736;width:679;height:1127;visibility:visible;mso-wrap-style:square;v-text-anchor:top" coordsize="356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" path="m55,154v16,24,59,29,102,102c200,329,280,521,312,595v32,74,44,134,36,106c340,673,289,504,266,429,243,354,242,312,210,253,178,194,107,114,72,73,37,32,4,,2,6,,12,49,88,58,112v9,24,-19,18,-3,42xe" fillcolor="#ddd" stroked="f">
                        <v:path arrowok="t" o:connecttype="custom" o:connectlocs="105,238;299,396;595,920;664,1084;507,663;401,391;137,113;4,9;111,173;105,238" o:connectangles="0,0,0,0,0,0,0,0,0,0"/>
                      </v:shape>
                      <v:shape id="Freeform 763" o:spid="_x0000_s1038" style="position:absolute;left:4590;top:8790;width:366;height:662;visibility:visible;mso-wrap-style:square;v-text-anchor:top" coordsize="191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" path="m160,32c133,79,106,127,79,191,52,255,2,403,1,416,,429,47,309,72,268v25,-41,61,-78,78,-99c167,148,168,167,174,141,180,115,191,28,188,14,185,,171,28,157,56e" fillcolor="#ddd" stroked="f">
                        <v:path arrowok="t" o:connecttype="custom" o:connectlocs="307,49;151,295;2,642;138,414;287,261;333,218;360,22;301,86" o:connectangles="0,0,0,0,0,0,0,0"/>
                      </v:shape>
                      <v:shape id="Freeform 764" o:spid="_x0000_s1039" style="position:absolute;left:4056;top:3286;width:2090;height:7936;visibility:visible;mso-wrap-style:square;v-text-anchor:top" coordsize="2090,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" path="m2090,v-2,68,-4,282,-7,408c2078,534,2088,637,2068,757v-20,120,-30,214,-106,374c1886,1291,1735,1500,1610,1718v-125,218,-269,339,-397,723c1085,2824,951,3570,838,4019,724,4468,640,4872,532,5134,425,5397,273,5389,189,5592,106,5795,61,6096,30,6351,,6607,12,6862,12,7126v,264,14,642,18,810e" filled="f">
                        <v:path arrowok="t" o:connecttype="custom" o:connectlocs="2090,0;2083,408;2068,757;1962,1131;1610,1718;1213,2441;838,4019;532,5134;189,5592;30,6351;12,7126;30,7936" o:connectangles="0,0,0,0,0,0,0,0,0,0,0,0"/>
                      </v:shape>
                      <v:shape id="Freeform 765" o:spid="_x0000_s1040" style="position:absolute;left:6329;top:3279;width:1773;height:7960;visibility:visible;mso-wrap-style:square;v-text-anchor:top" coordsize="1773,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" path="m,c5,121,10,520,33,729v23,209,13,272,107,527c234,1511,497,1980,597,2259v100,279,100,360,142,669c781,3238,808,3782,851,4114v43,331,106,616,146,801c1037,5100,1008,5077,1092,5228v83,152,321,326,407,597c1584,6097,1565,6557,1606,6856v41,299,114,576,141,760c1773,7800,1760,7888,1764,7960e" filled="f">
                        <v:path arrowok="t" o:connecttype="custom" o:connectlocs="0,0;33,729;140,1256;597,2259;739,2928;851,4114;997,4915;1092,5228;1499,5825;1606,6856;1747,7616;1764,7960" o:connectangles="0,0,0,0,0,0,0,0,0,0,0,0"/>
                      </v:shape>
                      <v:shape id="Freeform 766" o:spid="_x0000_s1041" style="position:absolute;left:5380;top:5096;width:423;height:1741;visibility:visible;mso-wrap-style:square;v-text-anchor:top" coordsize="436,1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" path="m11,1794c29,1610,40,1427,40,1257,40,1087,,919,10,776,20,633,52,513,100,401,148,289,250,169,296,102,342,35,368,2,378,1,388,,349,54,359,97v10,43,43,104,77,165e" filled="f">
                        <v:path arrowok="t" o:connecttype="custom" o:connectlocs="11,1741;39,1220;10,753;97,389;287,99;367,1;348,94;423,254" o:connectangles="0,0,0,0,0,0,0,0"/>
                      </v:shape>
                      <v:shape id="Freeform 767" o:spid="_x0000_s1042" style="position:absolute;left:6441;top:5004;width:436;height:1790;visibility:visible;mso-wrap-style:square;v-text-anchor:top" coordsize="415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" path="m353,1702v-7,-134,-13,-267,-9,-383c349,1203,369,1100,380,1006v11,-94,35,-162,28,-252c401,664,373,563,335,467,297,371,219,257,177,180,136,103,103,15,87,7,70,,91,84,77,137,62,189,33,256,,324e" filled="f">
                        <v:path arrowok="t" o:connecttype="custom" o:connectlocs="371,1790;361,1387;399,1058;429,793;352,491;186,189;91,7;81,144;0,341" o:connectangles="0,0,0,0,0,0,0,0,0"/>
                      </v:shape>
                      <v:shape id="Freeform 768" o:spid="_x0000_s1043" style="position:absolute;left:5792;top:4341;width:651;height:971;visibility:visible;mso-wrap-style:square;v-text-anchor:top" coordsize="651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" path="m51,966c43,949,2,907,1,860,,814,22,743,43,685,63,626,91,574,125,511,159,448,196,389,248,307,301,224,393,31,438,16,482,,487,125,518,212v31,87,84,244,105,326c644,620,639,657,642,704v3,47,9,72,,116c634,865,612,918,591,971e" filled="f">
                        <v:path arrowok="t" o:connecttype="custom" o:connectlocs="51,966;1,860;43,685;125,511;248,307;438,16;518,212;623,538;642,704;642,820;591,971" o:connectangles="0,0,0,0,0,0,0,0,0,0,0"/>
                      </v:shape>
                      <v:shape id="Freeform 769" o:spid="_x0000_s1044" style="position:absolute;left:4441;top:5952;width:916;height:5274;visibility:visible;mso-wrap-style:square;v-text-anchor:top" coordsize="871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" path="m854,833v6,-94,11,-188,13,-282c869,458,871,355,864,271,856,186,848,,823,39,798,78,766,285,716,502,666,719,591,1065,524,1342v-68,277,-171,637,-215,825c266,2356,259,2350,260,2475v2,124,48,266,60,440c333,3090,385,3254,341,3525,296,3795,110,4289,55,4537,,4785,21,4916,12,5016e" filled="f">
                        <v:path arrowok="t" o:connecttype="custom" o:connectlocs="898,876;912,579;909,285;866,41;753,528;551,1411;325,2278;273,2602;337,3065;359,3706;58,4770;13,5274" o:connectangles="0,0,0,0,0,0,0,0,0,0,0,0"/>
                      </v:shape>
                      <v:shape id="Freeform 770" o:spid="_x0000_s1045" style="position:absolute;left:6863;top:6031;width:855;height:5191;visibility:visible;mso-wrap-style:square;v-text-anchor:top" coordsize="813,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" path="m,727c2,603,4,479,9,383,15,287,22,209,31,152,40,95,53,,66,41v13,41,27,204,41,360c121,557,132,780,152,977v21,197,44,400,76,602c260,1781,319,2044,343,2190v24,146,29,142,28,262c370,2573,331,2748,335,2913v4,166,-10,293,58,531c461,3682,671,4089,741,4338v70,249,57,474,72,599e" filled="f">
                        <v:path arrowok="t" o:connecttype="custom" o:connectlocs="0,764;9,403;33,160;69,43;113,422;160,1027;240,1660;361,2303;390,2578;352,3063;413,3621;779,4561;855,5191" o:connectangles="0,0,0,0,0,0,0,0,0,0,0,0,0"/>
                      </v:shape>
                      <v:shape id="Freeform 771" o:spid="_x0000_s1046" style="position:absolute;left:4118;top:8589;width:526;height:2629;visibility:visible;mso-wrap-style:square;v-text-anchor:top" coordsize="500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" path="m36,2500c35,2399,27,2122,25,1889,23,1656,,1353,24,1104,47,855,112,557,163,393,214,230,277,187,329,123,381,58,450,11,475,6v25,-6,10,26,4,85c472,150,468,196,434,359,399,523,314,850,273,1074v-42,223,-68,460,-89,628c163,1870,154,1965,143,2083v-11,118,-19,257,-24,325e" filled="f">
                        <v:path arrowok="t" o:connecttype="custom" o:connectlocs="38,2629;26,1986;25,1161;171,413;346,129;500,6;504,96;457,378;287,1129;194,1790;150,2190;125,2532" o:connectangles="0,0,0,0,0,0,0,0,0,0,0,0"/>
                      </v:shape>
                      <v:shape id="Freeform 772" o:spid="_x0000_s1047" style="position:absolute;left:4296;top:8929;width:455;height:2289;visibility:visible;mso-wrap-style:square;v-text-anchor:top" coordsize="433,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" path="m,2085v5,-67,15,-254,33,-402c51,1535,85,1349,109,1197v24,-153,37,-261,67,-429c207,600,261,316,292,188,322,61,342,,362,1v19,1,36,125,48,194c422,264,433,332,431,416v-2,85,-9,161,-35,291c370,838,317,1041,274,1201v-42,161,-104,307,-134,469c110,1832,102,2072,92,2177e" filled="f">
                        <v:path arrowok="t" o:connecttype="custom" o:connectlocs="0,2192;35,1770;115,1259;185,808;307,198;380,1;431,205;453,437;416,743;288,1263;147,1756;97,2289" o:connectangles="0,0,0,0,0,0,0,0,0,0,0,0"/>
                      </v:shape>
                      <v:shape id="Freeform 773" o:spid="_x0000_s1048" style="position:absolute;left:7280;top:8807;width:582;height:2411;visibility:visible;mso-wrap-style:square;v-text-anchor:top" coordsize="554,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" path="m467,2293v-3,-62,-8,-254,-21,-369c433,1809,440,1754,390,1605,340,1456,209,1198,148,1031,87,863,46,736,23,601,,466,8,321,10,223,12,126,18,,37,12v18,12,49,113,83,284c154,467,185,825,242,1040v57,215,169,400,218,548c509,1736,520,1827,536,1928v16,101,14,213,18,269e" filled="f">
                        <v:path arrowok="t" o:connecttype="custom" o:connectlocs="491,2411;469,2023;410,1688;155,1084;24,632;11,234;39,13;126,311;254,1094;483,1670;563,2027;582,2310" o:connectangles="0,0,0,0,0,0,0,0,0,0,0,0"/>
                      </v:shape>
                      <v:shape id="Freeform 774" o:spid="_x0000_s1049" style="position:absolute;left:7354;top:8560;width:675;height:2679;visibility:visible;mso-wrap-style:square;v-text-anchor:top" coordsize="641,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" path="m537,2427v-10,-91,-10,-343,-62,-545c423,1680,282,1433,225,1212,168,991,167,749,131,556,95,363,,103,10,52,20,,129,156,195,247v65,90,163,199,207,346c447,740,444,968,458,1126v14,159,11,291,29,421c505,1677,543,1776,567,1907v24,131,52,322,63,429c641,2443,633,2503,634,2547e" filled="f">
                        <v:path arrowok="t" o:connecttype="custom" o:connectlocs="565,2553;500,1980;237,1275;138,585;11,55;205,260;423,624;482,1184;513,1627;597,2006;663,2457;668,2679" o:connectangles="0,0,0,0,0,0,0,0,0,0,0,0"/>
                      </v:shape>
                      <v:shape id="Freeform 775" o:spid="_x0000_s1050" style="position:absolute;left:3875;top:3273;width:837;height:7957;visibility:visible;mso-wrap-style:square;v-text-anchor:top" coordsize="796,7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" path="m753,v21,177,43,355,,670c710,985,550,1502,493,1890v-57,388,-58,748,-80,1110c391,3362,380,3773,363,4060v-17,287,-30,515,-50,660c293,4865,270,4835,243,4930v-27,95,-53,233,-90,360c116,5417,46,5528,23,5690,,5852,5,6002,13,6260v8,258,53,762,60,980c80,7458,59,7499,55,7567e" filled="f" strokecolor="gray" strokeweight="1pt">
                        <v:path arrowok="t" o:connecttype="custom" o:connectlocs="792,0;792,705;518,1987;434,3155;382,4269;329,4963;256,5184;161,5563;24,5983;14,6583;77,7613;58,7957" o:connectangles="0,0,0,0,0,0,0,0,0,0,0,0"/>
                      </v:shape>
                      <v:shape id="Freeform 776" o:spid="_x0000_s1051" style="position:absolute;left:4528;top:6031;width:3136;height:5234;visibility:visible;mso-wrap-style:square;v-text-anchor:top" coordsize="2982,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" path="m29,4941v1,-16,7,-48,4,-95c30,4799,,4749,12,4658v12,-91,23,-120,90,-360c169,4058,364,3478,412,3218v48,-260,-72,-313,-20,-480c444,2571,642,2398,722,2218v80,-180,102,-393,150,-560c920,1491,950,1370,1012,1218v62,-152,168,-297,230,-470c1304,575,1345,300,1382,178,1419,56,1435,,1462,18v27,18,45,148,80,270c1577,410,1607,518,1672,748v65,230,188,657,260,920c2004,1931,2034,2160,2102,2328v68,168,187,185,240,350c2395,2843,2390,3148,2422,3318v32,170,35,210,110,380c2607,3868,2800,4173,2872,4338v72,165,77,270,90,350c2975,4768,2949,4770,2952,4818v3,48,16,104,30,160e" filled="f" strokecolor="gray" strokeweight="1pt">
                        <v:path arrowok="t" o:connecttype="custom" o:connectlocs="30,5195;35,5095;13,4898;107,4519;433,3383;412,2879;759,2332;917,1743;1064,1281;1306,786;1453,187;1538,19;1622,303;1758,786;2032,1754;2211,2448;2463,2816;2547,3489;2663,3888;3020,4561;3115,4929;3104,5066;3136,5234" o:connectangles="0,0,0,0,0,0,0,0,0,0,0,0,0,0,0,0,0,0,0,0,0,0,0"/>
                      </v:shape>
                      <v:shape id="Freeform 777" o:spid="_x0000_s1052" style="position:absolute;left:7377;top:3273;width:886;height:7984;visibility:visible;mso-wrap-style:square;v-text-anchor:top" coordsize="843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" path="m53,c26,134,,268,3,390,6,512,40,573,73,730v33,157,85,425,130,600c248,1505,291,1447,343,1780v52,333,157,1123,170,1550c526,3757,438,4098,423,4340v-15,242,-37,263,,440c460,4957,590,5212,643,5400v53,188,82,252,100,510c761,6168,738,6717,753,6950v15,233,70,253,80,360c843,7417,820,7533,816,7592e" filled="f" strokecolor="gray" strokeweight="1pt">
                        <v:path arrowok="t" o:connecttype="custom" o:connectlocs="56,0;3,410;77,768;213,1399;360,1872;539,3502;445,4564;445,5027;676,5679;781,6215;791,7309;875,7687;858,7984" o:connectangles="0,0,0,0,0,0,0,0,0,0,0,0,0"/>
                      </v:shape>
                    </v:group>
                  </w:pict>
                </mc:Fallback>
              </mc:AlternateContent>
            </w:r>
            <w:r w:rsidR="00556C09" w:rsidRPr="001B1BC9">
              <w:rPr>
                <w:rFonts w:ascii="Arial" w:hAnsi="Arial"/>
                <w:b/>
                <w:bCs/>
                <w:sz w:val="18"/>
                <w:szCs w:val="20"/>
              </w:rPr>
              <w:t>Bilateral Lower Extremity Arterial Duplex</w:t>
            </w:r>
          </w:p>
        </w:tc>
      </w:tr>
      <w:tr w:rsidR="00556C09" w:rsidRPr="001B1BC9" w:rsidTr="009354BD">
        <w:trPr>
          <w:gridAfter w:val="1"/>
          <w:wAfter w:w="13" w:type="dxa"/>
          <w:trHeight w:val="7938"/>
        </w:trPr>
        <w:tc>
          <w:tcPr>
            <w:tcW w:w="9626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6677D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4308475</wp:posOffset>
                      </wp:positionH>
                      <wp:positionV relativeFrom="paragraph">
                        <wp:posOffset>4865370</wp:posOffset>
                      </wp:positionV>
                      <wp:extent cx="387985" cy="0"/>
                      <wp:effectExtent l="8890" t="10160" r="12700" b="8890"/>
                      <wp:wrapNone/>
                      <wp:docPr id="61" name="Lin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54D869" id="Line 812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25pt,383.1pt" to="369.8pt,3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4685030</wp:posOffset>
                      </wp:positionH>
                      <wp:positionV relativeFrom="paragraph">
                        <wp:posOffset>4764405</wp:posOffset>
                      </wp:positionV>
                      <wp:extent cx="306070" cy="152400"/>
                      <wp:effectExtent l="4445" t="4445" r="3810" b="5080"/>
                      <wp:wrapNone/>
                      <wp:docPr id="60" name="Text Box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88" o:spid="_x0000_s1026" type="#_x0000_t202" style="position:absolute;left:0;text-align:left;margin-left:368.9pt;margin-top:375.15pt;width:24.1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>
                      <wp:simplePos x="0" y="0"/>
                      <wp:positionH relativeFrom="column">
                        <wp:posOffset>3661410</wp:posOffset>
                      </wp:positionH>
                      <wp:positionV relativeFrom="paragraph">
                        <wp:posOffset>3443605</wp:posOffset>
                      </wp:positionV>
                      <wp:extent cx="206375" cy="74295"/>
                      <wp:effectExtent l="9525" t="7620" r="12700" b="13335"/>
                      <wp:wrapNone/>
                      <wp:docPr id="59" name="AutoShape 8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6375" cy="742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2ED1F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32" o:spid="_x0000_s1026" type="#_x0000_t32" style="position:absolute;margin-left:288.3pt;margin-top:271.15pt;width:16.25pt;height:5.85pt;flip:y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3195955</wp:posOffset>
                      </wp:positionH>
                      <wp:positionV relativeFrom="paragraph">
                        <wp:posOffset>3435985</wp:posOffset>
                      </wp:positionV>
                      <wp:extent cx="586105" cy="300355"/>
                      <wp:effectExtent l="1270" t="0" r="3175" b="4445"/>
                      <wp:wrapNone/>
                      <wp:docPr id="58" name="Text Box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105" cy="3003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Default="00923C7D" w:rsidP="00556C0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M8</w:t>
                                  </w:r>
                                </w:p>
                                <w:p w:rsidR="00923C7D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retrograde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1" o:spid="_x0000_s1027" type="#_x0000_t202" style="position:absolute;left:0;text-align:left;margin-left:251.65pt;margin-top:270.55pt;width:46.15pt;height:23.6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Default="00923C7D" w:rsidP="00556C0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M8</w:t>
                            </w:r>
                          </w:p>
                          <w:p w:rsidR="00923C7D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retrograde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3811270</wp:posOffset>
                      </wp:positionH>
                      <wp:positionV relativeFrom="paragraph">
                        <wp:posOffset>2938145</wp:posOffset>
                      </wp:positionV>
                      <wp:extent cx="134620" cy="226060"/>
                      <wp:effectExtent l="16510" t="16510" r="20320" b="24130"/>
                      <wp:wrapNone/>
                      <wp:docPr id="57" name="Freeform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4620" cy="226060"/>
                              </a:xfrm>
                              <a:custGeom>
                                <a:avLst/>
                                <a:gdLst>
                                  <a:gd name="T0" fmla="*/ 139 w 212"/>
                                  <a:gd name="T1" fmla="*/ 6 h 356"/>
                                  <a:gd name="T2" fmla="*/ 106 w 212"/>
                                  <a:gd name="T3" fmla="*/ 28 h 356"/>
                                  <a:gd name="T4" fmla="*/ 67 w 212"/>
                                  <a:gd name="T5" fmla="*/ 33 h 356"/>
                                  <a:gd name="T6" fmla="*/ 0 w 212"/>
                                  <a:gd name="T7" fmla="*/ 0 h 356"/>
                                  <a:gd name="T8" fmla="*/ 84 w 212"/>
                                  <a:gd name="T9" fmla="*/ 356 h 356"/>
                                  <a:gd name="T10" fmla="*/ 106 w 212"/>
                                  <a:gd name="T11" fmla="*/ 295 h 356"/>
                                  <a:gd name="T12" fmla="*/ 173 w 212"/>
                                  <a:gd name="T13" fmla="*/ 300 h 356"/>
                                  <a:gd name="T14" fmla="*/ 212 w 212"/>
                                  <a:gd name="T15" fmla="*/ 345 h 356"/>
                                  <a:gd name="T16" fmla="*/ 139 w 212"/>
                                  <a:gd name="T17" fmla="*/ 6 h 3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12" h="356">
                                    <a:moveTo>
                                      <a:pt x="139" y="6"/>
                                    </a:moveTo>
                                    <a:lnTo>
                                      <a:pt x="106" y="28"/>
                                    </a:lnTo>
                                    <a:lnTo>
                                      <a:pt x="67" y="3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84" y="356"/>
                                    </a:lnTo>
                                    <a:lnTo>
                                      <a:pt x="106" y="295"/>
                                    </a:lnTo>
                                    <a:lnTo>
                                      <a:pt x="173" y="300"/>
                                    </a:lnTo>
                                    <a:lnTo>
                                      <a:pt x="212" y="345"/>
                                    </a:lnTo>
                                    <a:lnTo>
                                      <a:pt x="139" y="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33A356" id="Freeform 814" o:spid="_x0000_s1026" style="position:absolute;margin-left:300.1pt;margin-top:231.35pt;width:10.6pt;height:17.8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2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" path="m139,6l106,28,67,33,,,84,356r22,-61l173,300r39,45l139,6xe" fillcolor="silver">
                      <v:path arrowok="t" o:connecttype="custom" o:connectlocs="88265,3810;67310,17780;42545,20955;0,0;53340,226060;67310,187325;109855,190500;134620,219075;88265,3810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3520440</wp:posOffset>
                      </wp:positionH>
                      <wp:positionV relativeFrom="paragraph">
                        <wp:posOffset>3103880</wp:posOffset>
                      </wp:positionV>
                      <wp:extent cx="306070" cy="152400"/>
                      <wp:effectExtent l="1905" t="1270" r="6350" b="8255"/>
                      <wp:wrapNone/>
                      <wp:docPr id="56" name="Text Box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3" o:spid="_x0000_s1028" type="#_x0000_t202" style="position:absolute;left:0;text-align:left;margin-left:277.2pt;margin-top:244.4pt;width:24.1pt;height:1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>
                      <wp:simplePos x="0" y="0"/>
                      <wp:positionH relativeFrom="column">
                        <wp:posOffset>3946525</wp:posOffset>
                      </wp:positionH>
                      <wp:positionV relativeFrom="paragraph">
                        <wp:posOffset>3189605</wp:posOffset>
                      </wp:positionV>
                      <wp:extent cx="57785" cy="10795"/>
                      <wp:effectExtent l="8890" t="10795" r="9525" b="6985"/>
                      <wp:wrapNone/>
                      <wp:docPr id="55" name="Freeform 8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785" cy="10795"/>
                              </a:xfrm>
                              <a:custGeom>
                                <a:avLst/>
                                <a:gdLst>
                                  <a:gd name="T0" fmla="*/ 0 w 91"/>
                                  <a:gd name="T1" fmla="*/ 17 h 17"/>
                                  <a:gd name="T2" fmla="*/ 91 w 91"/>
                                  <a:gd name="T3" fmla="*/ 0 h 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1" h="17">
                                    <a:moveTo>
                                      <a:pt x="0" y="17"/>
                                    </a:moveTo>
                                    <a:cubicBezTo>
                                      <a:pt x="0" y="17"/>
                                      <a:pt x="45" y="8"/>
                                      <a:pt x="91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3671A6A7" id="Freeform 831" o:spid="_x0000_s1026" style="position:absolute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10.75pt,252pt" control1="310.75pt,252pt" control2="313pt,251.55pt" to="315.3pt,251.15pt" coordsize="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" filled="f">
                      <v:path arrowok="t" o:connecttype="custom" o:connectlocs="0,10795;57785,0" o:connectangles="0,0"/>
                    </v:curv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>
                      <wp:simplePos x="0" y="0"/>
                      <wp:positionH relativeFrom="column">
                        <wp:posOffset>3942080</wp:posOffset>
                      </wp:positionH>
                      <wp:positionV relativeFrom="paragraph">
                        <wp:posOffset>3173730</wp:posOffset>
                      </wp:positionV>
                      <wp:extent cx="57785" cy="10795"/>
                      <wp:effectExtent l="13970" t="13970" r="13970" b="13335"/>
                      <wp:wrapNone/>
                      <wp:docPr id="54" name="Freeform 8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785" cy="10795"/>
                              </a:xfrm>
                              <a:custGeom>
                                <a:avLst/>
                                <a:gdLst>
                                  <a:gd name="T0" fmla="*/ 0 w 91"/>
                                  <a:gd name="T1" fmla="*/ 17 h 17"/>
                                  <a:gd name="T2" fmla="*/ 91 w 91"/>
                                  <a:gd name="T3" fmla="*/ 0 h 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1" h="17">
                                    <a:moveTo>
                                      <a:pt x="0" y="17"/>
                                    </a:moveTo>
                                    <a:cubicBezTo>
                                      <a:pt x="0" y="17"/>
                                      <a:pt x="45" y="8"/>
                                      <a:pt x="91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6CB7A65D" id="Freeform 830" o:spid="_x0000_s1026" style="position:absolute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10.4pt,250.75pt" control1="310.4pt,250.75pt" control2="312.65pt,250.3pt" to="314.95pt,249.9pt" coordsize="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" filled="f">
                      <v:path arrowok="t" o:connecttype="custom" o:connectlocs="0,10795;57785,0" o:connectangles="0,0"/>
                    </v:curv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>
                      <wp:simplePos x="0" y="0"/>
                      <wp:positionH relativeFrom="column">
                        <wp:posOffset>3902710</wp:posOffset>
                      </wp:positionH>
                      <wp:positionV relativeFrom="paragraph">
                        <wp:posOffset>3222625</wp:posOffset>
                      </wp:positionV>
                      <wp:extent cx="165100" cy="223520"/>
                      <wp:effectExtent l="12700" t="5715" r="41275" b="37465"/>
                      <wp:wrapNone/>
                      <wp:docPr id="53" name="AutoShape 8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5100" cy="223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triangl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4D3A41" id="AutoShape 829" o:spid="_x0000_s1026" type="#_x0000_t32" style="position:absolute;margin-left:307.3pt;margin-top:253.75pt;width:13pt;height:17.6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" strokecolor="red">
                      <v:stroke endarrow="block" endarrowwidth="narrow" endarrowlength="short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3877945</wp:posOffset>
                      </wp:positionH>
                      <wp:positionV relativeFrom="paragraph">
                        <wp:posOffset>3342005</wp:posOffset>
                      </wp:positionV>
                      <wp:extent cx="47625" cy="440690"/>
                      <wp:effectExtent l="6985" t="20320" r="40640" b="5715"/>
                      <wp:wrapNone/>
                      <wp:docPr id="52" name="AutoShape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7625" cy="440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FF"/>
                                </a:solidFill>
                                <a:prstDash val="solid"/>
                                <a:round/>
                                <a:headEnd type="none" w="med" len="med"/>
                                <a:tailEnd type="triangl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8D5B9" id="AutoShape 815" o:spid="_x0000_s1026" type="#_x0000_t32" style="position:absolute;margin-left:305.35pt;margin-top:263.15pt;width:3.75pt;height:34.7pt;flip:y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" strokecolor="blue">
                      <v:stroke endarrow="block" endarrowwidth="narrow" endarrowlength="short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>
                      <wp:simplePos x="0" y="0"/>
                      <wp:positionH relativeFrom="column">
                        <wp:posOffset>3347085</wp:posOffset>
                      </wp:positionH>
                      <wp:positionV relativeFrom="paragraph">
                        <wp:posOffset>934720</wp:posOffset>
                      </wp:positionV>
                      <wp:extent cx="38100" cy="180975"/>
                      <wp:effectExtent l="28575" t="70485" r="19050" b="43815"/>
                      <wp:wrapNone/>
                      <wp:docPr id="51" name="Freeform 82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100" cy="180975"/>
                              </a:xfrm>
                              <a:custGeom>
                                <a:avLst/>
                                <a:gdLst>
                                  <a:gd name="T0" fmla="*/ 0 w 60"/>
                                  <a:gd name="T1" fmla="*/ 0 h 285"/>
                                  <a:gd name="T2" fmla="*/ 60 w 60"/>
                                  <a:gd name="T3" fmla="*/ 173 h 285"/>
                                  <a:gd name="T4" fmla="*/ 38 w 60"/>
                                  <a:gd name="T5" fmla="*/ 285 h 285"/>
                                  <a:gd name="T6" fmla="*/ 15 w 60"/>
                                  <a:gd name="T7" fmla="*/ 83 h 285"/>
                                  <a:gd name="T8" fmla="*/ 0 w 60"/>
                                  <a:gd name="T9" fmla="*/ 0 h 2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0" h="285">
                                    <a:moveTo>
                                      <a:pt x="0" y="0"/>
                                    </a:moveTo>
                                    <a:lnTo>
                                      <a:pt x="60" y="173"/>
                                    </a:lnTo>
                                    <a:lnTo>
                                      <a:pt x="38" y="285"/>
                                    </a:lnTo>
                                    <a:lnTo>
                                      <a:pt x="15" y="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71B825" id="Freeform 828" o:spid="_x0000_s1026" alt="Granite" style="position:absolute;margin-left:263.55pt;margin-top:73.6pt;width:3pt;height:14.2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,28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" path="m,l60,173,38,285,15,83,,xe">
                      <v:fill r:id="rId7" o:title="Granite" recolor="t" type="tile"/>
                      <v:path arrowok="t" o:connecttype="custom" o:connectlocs="0,0;38100,109855;24130,180975;9525,52705;0,0" o:connectangles="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>
                      <wp:simplePos x="0" y="0"/>
                      <wp:positionH relativeFrom="column">
                        <wp:posOffset>3399790</wp:posOffset>
                      </wp:positionH>
                      <wp:positionV relativeFrom="paragraph">
                        <wp:posOffset>892810</wp:posOffset>
                      </wp:positionV>
                      <wp:extent cx="109220" cy="152400"/>
                      <wp:effectExtent l="5080" t="19050" r="19050" b="19050"/>
                      <wp:wrapNone/>
                      <wp:docPr id="50" name="Freeform 827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9220" cy="152400"/>
                              </a:xfrm>
                              <a:custGeom>
                                <a:avLst/>
                                <a:gdLst>
                                  <a:gd name="T0" fmla="*/ 45 w 172"/>
                                  <a:gd name="T1" fmla="*/ 0 h 240"/>
                                  <a:gd name="T2" fmla="*/ 0 w 172"/>
                                  <a:gd name="T3" fmla="*/ 112 h 240"/>
                                  <a:gd name="T4" fmla="*/ 0 w 172"/>
                                  <a:gd name="T5" fmla="*/ 187 h 240"/>
                                  <a:gd name="T6" fmla="*/ 97 w 172"/>
                                  <a:gd name="T7" fmla="*/ 217 h 240"/>
                                  <a:gd name="T8" fmla="*/ 172 w 172"/>
                                  <a:gd name="T9" fmla="*/ 240 h 240"/>
                                  <a:gd name="T10" fmla="*/ 45 w 172"/>
                                  <a:gd name="T11" fmla="*/ 0 h 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72" h="240">
                                    <a:moveTo>
                                      <a:pt x="45" y="0"/>
                                    </a:moveTo>
                                    <a:lnTo>
                                      <a:pt x="0" y="112"/>
                                    </a:lnTo>
                                    <a:lnTo>
                                      <a:pt x="0" y="187"/>
                                    </a:lnTo>
                                    <a:lnTo>
                                      <a:pt x="97" y="217"/>
                                    </a:lnTo>
                                    <a:lnTo>
                                      <a:pt x="172" y="240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317FF" id="Freeform 827" o:spid="_x0000_s1026" alt="Granite" style="position:absolute;margin-left:267.7pt;margin-top:70.3pt;width:8.6pt;height:12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2,2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" path="m45,l,112r,75l97,217r75,23l45,xe">
                      <v:fill r:id="rId7" o:title="Granite" recolor="t" type="tile"/>
                      <v:path arrowok="t" o:connecttype="custom" o:connectlocs="28575,0;0,71120;0,118745;61595,137795;109220,152400;28575,0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>
                      <wp:simplePos x="0" y="0"/>
                      <wp:positionH relativeFrom="column">
                        <wp:posOffset>3934460</wp:posOffset>
                      </wp:positionH>
                      <wp:positionV relativeFrom="paragraph">
                        <wp:posOffset>3443605</wp:posOffset>
                      </wp:positionV>
                      <wp:extent cx="87630" cy="271145"/>
                      <wp:effectExtent l="44450" t="26670" r="10795" b="6985"/>
                      <wp:wrapNone/>
                      <wp:docPr id="49" name="AutoShape 8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87630" cy="271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FF"/>
                                </a:solidFill>
                                <a:prstDash val="solid"/>
                                <a:round/>
                                <a:headEnd type="none" w="med" len="med"/>
                                <a:tailEnd type="triangl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3E6F65" id="AutoShape 826" o:spid="_x0000_s1026" type="#_x0000_t32" style="position:absolute;margin-left:309.8pt;margin-top:271.15pt;width:6.9pt;height:21.35pt;flip:x y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" strokecolor="blue">
                      <v:stroke endarrow="block" endarrowwidth="narrow" endarrowlength="short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>
                      <wp:simplePos x="0" y="0"/>
                      <wp:positionH relativeFrom="column">
                        <wp:posOffset>4269740</wp:posOffset>
                      </wp:positionH>
                      <wp:positionV relativeFrom="paragraph">
                        <wp:posOffset>4701540</wp:posOffset>
                      </wp:positionV>
                      <wp:extent cx="22860" cy="224790"/>
                      <wp:effectExtent l="17780" t="8255" r="45085" b="24130"/>
                      <wp:wrapNone/>
                      <wp:docPr id="48" name="AutoShape 8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" cy="2247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triangl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494321" id="AutoShape 825" o:spid="_x0000_s1026" type="#_x0000_t32" style="position:absolute;margin-left:336.2pt;margin-top:370.2pt;width:1.8pt;height:17.7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" strokecolor="red">
                      <v:stroke endarrow="block" endarrowwidth="narrow" endarrowlength="short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>
                      <wp:simplePos x="0" y="0"/>
                      <wp:positionH relativeFrom="column">
                        <wp:posOffset>4062730</wp:posOffset>
                      </wp:positionH>
                      <wp:positionV relativeFrom="paragraph">
                        <wp:posOffset>4095115</wp:posOffset>
                      </wp:positionV>
                      <wp:extent cx="87630" cy="271145"/>
                      <wp:effectExtent l="48895" t="30480" r="6350" b="12700"/>
                      <wp:wrapNone/>
                      <wp:docPr id="47" name="AutoShape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87630" cy="271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FF"/>
                                </a:solidFill>
                                <a:prstDash val="solid"/>
                                <a:round/>
                                <a:headEnd type="none" w="med" len="med"/>
                                <a:tailEnd type="triangl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8342D" id="AutoShape 823" o:spid="_x0000_s1026" type="#_x0000_t32" style="position:absolute;margin-left:319.9pt;margin-top:322.45pt;width:6.9pt;height:21.35pt;flip:x y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" strokecolor="blue">
                      <v:stroke endarrow="block" endarrowwidth="narrow" endarrowlength="short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>
                      <wp:simplePos x="0" y="0"/>
                      <wp:positionH relativeFrom="column">
                        <wp:posOffset>3990340</wp:posOffset>
                      </wp:positionH>
                      <wp:positionV relativeFrom="paragraph">
                        <wp:posOffset>3724910</wp:posOffset>
                      </wp:positionV>
                      <wp:extent cx="86360" cy="328930"/>
                      <wp:effectExtent l="14605" t="22225" r="13335" b="20320"/>
                      <wp:wrapNone/>
                      <wp:docPr id="46" name="Freeform 8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6360" cy="328930"/>
                              </a:xfrm>
                              <a:custGeom>
                                <a:avLst/>
                                <a:gdLst>
                                  <a:gd name="T0" fmla="*/ 79 w 136"/>
                                  <a:gd name="T1" fmla="*/ 518 h 518"/>
                                  <a:gd name="T2" fmla="*/ 136 w 136"/>
                                  <a:gd name="T3" fmla="*/ 497 h 518"/>
                                  <a:gd name="T4" fmla="*/ 96 w 136"/>
                                  <a:gd name="T5" fmla="*/ 186 h 518"/>
                                  <a:gd name="T6" fmla="*/ 71 w 136"/>
                                  <a:gd name="T7" fmla="*/ 0 h 518"/>
                                  <a:gd name="T8" fmla="*/ 0 w 136"/>
                                  <a:gd name="T9" fmla="*/ 50 h 518"/>
                                  <a:gd name="T10" fmla="*/ 43 w 136"/>
                                  <a:gd name="T11" fmla="*/ 322 h 518"/>
                                  <a:gd name="T12" fmla="*/ 79 w 136"/>
                                  <a:gd name="T13" fmla="*/ 518 h 5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36" h="518">
                                    <a:moveTo>
                                      <a:pt x="79" y="518"/>
                                    </a:moveTo>
                                    <a:lnTo>
                                      <a:pt x="136" y="497"/>
                                    </a:lnTo>
                                    <a:lnTo>
                                      <a:pt x="96" y="186"/>
                                    </a:lnTo>
                                    <a:lnTo>
                                      <a:pt x="71" y="0"/>
                                    </a:lnTo>
                                    <a:lnTo>
                                      <a:pt x="0" y="50"/>
                                    </a:lnTo>
                                    <a:lnTo>
                                      <a:pt x="43" y="322"/>
                                    </a:lnTo>
                                    <a:lnTo>
                                      <a:pt x="79" y="5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D1F248" id="Freeform 824" o:spid="_x0000_s1026" style="position:absolute;margin-left:314.2pt;margin-top:293.3pt;width:6.8pt;height:25.9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6,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" path="m79,518r57,-21l96,186,71,,,50,43,322,79,518xe" fillcolor="silver">
                      <v:path arrowok="t" o:connecttype="custom" o:connectlocs="50165,328930;86360,315595;60960,118110;45085,0;0,31750;27305,204470;50165,32893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column">
                        <wp:posOffset>4290060</wp:posOffset>
                      </wp:positionH>
                      <wp:positionV relativeFrom="paragraph">
                        <wp:posOffset>4696460</wp:posOffset>
                      </wp:positionV>
                      <wp:extent cx="19050" cy="8255"/>
                      <wp:effectExtent l="9525" t="12700" r="9525" b="7620"/>
                      <wp:wrapNone/>
                      <wp:docPr id="45" name="Freeform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" cy="8255"/>
                              </a:xfrm>
                              <a:custGeom>
                                <a:avLst/>
                                <a:gdLst>
                                  <a:gd name="T0" fmla="*/ 0 w 30"/>
                                  <a:gd name="T1" fmla="*/ 13 h 13"/>
                                  <a:gd name="T2" fmla="*/ 30 w 30"/>
                                  <a:gd name="T3" fmla="*/ 0 h 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0" h="13">
                                    <a:moveTo>
                                      <a:pt x="0" y="13"/>
                                    </a:moveTo>
                                    <a:cubicBezTo>
                                      <a:pt x="0" y="13"/>
                                      <a:pt x="15" y="6"/>
                                      <a:pt x="3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2817360B" id="Freeform 821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37.8pt,370.45pt" control1="337.8pt,370.45pt" control2="338.55pt,370.1pt" to="339.3pt,369.8pt" coordsize="3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" filled="f">
                      <v:path arrowok="t" o:connecttype="custom" o:connectlocs="0,8255;19050,0" o:connectangles="0,0"/>
                    </v:curv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>
                      <wp:simplePos x="0" y="0"/>
                      <wp:positionH relativeFrom="column">
                        <wp:posOffset>4280535</wp:posOffset>
                      </wp:positionH>
                      <wp:positionV relativeFrom="paragraph">
                        <wp:posOffset>4692015</wp:posOffset>
                      </wp:positionV>
                      <wp:extent cx="19050" cy="8255"/>
                      <wp:effectExtent l="9525" t="8255" r="9525" b="12065"/>
                      <wp:wrapNone/>
                      <wp:docPr id="44" name="Freeform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" cy="8255"/>
                              </a:xfrm>
                              <a:custGeom>
                                <a:avLst/>
                                <a:gdLst>
                                  <a:gd name="T0" fmla="*/ 0 w 30"/>
                                  <a:gd name="T1" fmla="*/ 13 h 13"/>
                                  <a:gd name="T2" fmla="*/ 30 w 30"/>
                                  <a:gd name="T3" fmla="*/ 0 h 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0" h="13">
                                    <a:moveTo>
                                      <a:pt x="0" y="13"/>
                                    </a:moveTo>
                                    <a:cubicBezTo>
                                      <a:pt x="0" y="13"/>
                                      <a:pt x="15" y="6"/>
                                      <a:pt x="3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13A5042C" id="Freeform 822" o:spid="_x0000_s1026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37.05pt,370.1pt" control1="337.05pt,370.1pt" control2="337.8pt,369.75pt" to="338.55pt,369.45pt" coordsize="3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" filled="f" strokecolor="white [3212]">
                      <v:path arrowok="t" o:connecttype="custom" o:connectlocs="0,8255;19050,0" o:connectangles="0,0"/>
                    </v:curv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>
                      <wp:simplePos x="0" y="0"/>
                      <wp:positionH relativeFrom="column">
                        <wp:posOffset>4285615</wp:posOffset>
                      </wp:positionH>
                      <wp:positionV relativeFrom="paragraph">
                        <wp:posOffset>4679950</wp:posOffset>
                      </wp:positionV>
                      <wp:extent cx="19050" cy="8255"/>
                      <wp:effectExtent l="5080" t="5715" r="13970" b="5080"/>
                      <wp:wrapNone/>
                      <wp:docPr id="43" name="Freeform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" cy="8255"/>
                              </a:xfrm>
                              <a:custGeom>
                                <a:avLst/>
                                <a:gdLst>
                                  <a:gd name="T0" fmla="*/ 0 w 30"/>
                                  <a:gd name="T1" fmla="*/ 13 h 13"/>
                                  <a:gd name="T2" fmla="*/ 30 w 30"/>
                                  <a:gd name="T3" fmla="*/ 0 h 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0" h="13">
                                    <a:moveTo>
                                      <a:pt x="0" y="13"/>
                                    </a:moveTo>
                                    <a:cubicBezTo>
                                      <a:pt x="0" y="13"/>
                                      <a:pt x="15" y="6"/>
                                      <a:pt x="3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0EF40AEF" id="Freeform 820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37.45pt,369.15pt" control1="337.45pt,369.15pt" control2="338.2pt,368.8pt" to="338.95pt,368.5pt" coordsize="3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" filled="f">
                      <v:path arrowok="t" o:connecttype="custom" o:connectlocs="0,8255;19050,0" o:connectangles="0,0"/>
                    </v:curv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4140835</wp:posOffset>
                      </wp:positionH>
                      <wp:positionV relativeFrom="paragraph">
                        <wp:posOffset>4378325</wp:posOffset>
                      </wp:positionV>
                      <wp:extent cx="137795" cy="324485"/>
                      <wp:effectExtent l="12700" t="18415" r="11430" b="19050"/>
                      <wp:wrapNone/>
                      <wp:docPr id="42" name="Freeform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7795" cy="324485"/>
                              </a:xfrm>
                              <a:custGeom>
                                <a:avLst/>
                                <a:gdLst>
                                  <a:gd name="T0" fmla="*/ 161 w 217"/>
                                  <a:gd name="T1" fmla="*/ 511 h 511"/>
                                  <a:gd name="T2" fmla="*/ 217 w 217"/>
                                  <a:gd name="T3" fmla="*/ 483 h 511"/>
                                  <a:gd name="T4" fmla="*/ 184 w 217"/>
                                  <a:gd name="T5" fmla="*/ 322 h 511"/>
                                  <a:gd name="T6" fmla="*/ 111 w 217"/>
                                  <a:gd name="T7" fmla="*/ 133 h 511"/>
                                  <a:gd name="T8" fmla="*/ 56 w 217"/>
                                  <a:gd name="T9" fmla="*/ 0 h 511"/>
                                  <a:gd name="T10" fmla="*/ 0 w 217"/>
                                  <a:gd name="T11" fmla="*/ 33 h 511"/>
                                  <a:gd name="T12" fmla="*/ 106 w 217"/>
                                  <a:gd name="T13" fmla="*/ 261 h 511"/>
                                  <a:gd name="T14" fmla="*/ 161 w 217"/>
                                  <a:gd name="T15" fmla="*/ 511 h 5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17" h="511">
                                    <a:moveTo>
                                      <a:pt x="161" y="511"/>
                                    </a:moveTo>
                                    <a:lnTo>
                                      <a:pt x="217" y="483"/>
                                    </a:lnTo>
                                    <a:lnTo>
                                      <a:pt x="184" y="322"/>
                                    </a:lnTo>
                                    <a:lnTo>
                                      <a:pt x="111" y="133"/>
                                    </a:lnTo>
                                    <a:lnTo>
                                      <a:pt x="56" y="0"/>
                                    </a:lnTo>
                                    <a:lnTo>
                                      <a:pt x="0" y="33"/>
                                    </a:lnTo>
                                    <a:lnTo>
                                      <a:pt x="106" y="261"/>
                                    </a:lnTo>
                                    <a:lnTo>
                                      <a:pt x="161" y="5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0594B" id="Freeform 819" o:spid="_x0000_s1026" style="position:absolute;margin-left:326.05pt;margin-top:344.75pt;width:10.85pt;height:25.5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,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" path="m161,511r56,-28l184,322,111,133,56,,,33,106,261r55,250xe" fillcolor="silver">
                      <v:path arrowok="t" o:connecttype="custom" o:connectlocs="102235,324485;137795,306705;116840,204470;70485,84455;35560,0;0,20955;67310,165735;102235,324485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3883660</wp:posOffset>
                      </wp:positionH>
                      <wp:positionV relativeFrom="paragraph">
                        <wp:posOffset>3863975</wp:posOffset>
                      </wp:positionV>
                      <wp:extent cx="74930" cy="272415"/>
                      <wp:effectExtent l="12700" t="8890" r="45720" b="23495"/>
                      <wp:wrapNone/>
                      <wp:docPr id="41" name="AutoShape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4930" cy="272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triangl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A66BA" id="AutoShape 818" o:spid="_x0000_s1026" type="#_x0000_t32" style="position:absolute;margin-left:305.8pt;margin-top:304.25pt;width:5.9pt;height:21.4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" strokecolor="red">
                      <v:stroke endarrow="block" endarrowwidth="narrow" endarrowlength="short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3835400</wp:posOffset>
                      </wp:positionV>
                      <wp:extent cx="31750" cy="3810"/>
                      <wp:effectExtent l="10795" t="8890" r="5080" b="6350"/>
                      <wp:wrapNone/>
                      <wp:docPr id="40" name="AutoShape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750" cy="3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8AF11" id="AutoShape 817" o:spid="_x0000_s1026" type="#_x0000_t32" style="position:absolute;margin-left:301.9pt;margin-top:302pt;width:2.5pt;height:.3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3817620</wp:posOffset>
                      </wp:positionV>
                      <wp:extent cx="31750" cy="3810"/>
                      <wp:effectExtent l="10795" t="10160" r="5080" b="5080"/>
                      <wp:wrapNone/>
                      <wp:docPr id="39" name="AutoShape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750" cy="3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F150D" id="AutoShape 816" o:spid="_x0000_s1026" type="#_x0000_t32" style="position:absolute;margin-left:301.9pt;margin-top:300.6pt;width:2.5pt;height:.3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3502025</wp:posOffset>
                      </wp:positionH>
                      <wp:positionV relativeFrom="paragraph">
                        <wp:posOffset>783590</wp:posOffset>
                      </wp:positionV>
                      <wp:extent cx="490220" cy="152400"/>
                      <wp:effectExtent l="2540" t="5080" r="2540" b="4445"/>
                      <wp:wrapNone/>
                      <wp:docPr id="38" name="Text Box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2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M613/99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8" o:spid="_x0000_s1029" type="#_x0000_t202" style="position:absolute;left:0;text-align:left;margin-left:275.75pt;margin-top:61.7pt;width:38.6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M613/99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3646805</wp:posOffset>
                      </wp:positionH>
                      <wp:positionV relativeFrom="paragraph">
                        <wp:posOffset>4304665</wp:posOffset>
                      </wp:positionV>
                      <wp:extent cx="387985" cy="0"/>
                      <wp:effectExtent l="13970" t="11430" r="7620" b="7620"/>
                      <wp:wrapNone/>
                      <wp:docPr id="37" name="Lin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7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95BEB7" id="Line 811" o:spid="_x0000_s102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15pt,338.95pt" to="317.7pt,3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4269105</wp:posOffset>
                      </wp:positionH>
                      <wp:positionV relativeFrom="paragraph">
                        <wp:posOffset>4012565</wp:posOffset>
                      </wp:positionV>
                      <wp:extent cx="343535" cy="0"/>
                      <wp:effectExtent l="7620" t="5080" r="10795" b="13970"/>
                      <wp:wrapNone/>
                      <wp:docPr id="36" name="Lin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3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2E5FCE" id="Line 810" o:spid="_x0000_s1026" style="position:absolute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15pt,315.95pt" to="363.2pt,3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4751070</wp:posOffset>
                      </wp:positionV>
                      <wp:extent cx="394970" cy="0"/>
                      <wp:effectExtent l="11430" t="10160" r="12700" b="8890"/>
                      <wp:wrapNone/>
                      <wp:docPr id="35" name="Lin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49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723F19" id="Line 809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374.1pt" to="157.55pt,3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2176780</wp:posOffset>
                      </wp:positionH>
                      <wp:positionV relativeFrom="paragraph">
                        <wp:posOffset>4524375</wp:posOffset>
                      </wp:positionV>
                      <wp:extent cx="182880" cy="0"/>
                      <wp:effectExtent l="10795" t="12065" r="6350" b="6985"/>
                      <wp:wrapNone/>
                      <wp:docPr id="34" name="Lin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493542" id="Line 808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4pt,356.25pt" to="185.8pt,3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4173220</wp:posOffset>
                      </wp:positionV>
                      <wp:extent cx="314960" cy="0"/>
                      <wp:effectExtent l="10795" t="13335" r="7620" b="5715"/>
                      <wp:wrapNone/>
                      <wp:docPr id="33" name="Lin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4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93E28A" id="Line 807" o:spid="_x0000_s1026" style="position:absolute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15pt,328.6pt" to="148.95pt,3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pq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2353945</wp:posOffset>
                      </wp:positionH>
                      <wp:positionV relativeFrom="paragraph">
                        <wp:posOffset>3448685</wp:posOffset>
                      </wp:positionV>
                      <wp:extent cx="306070" cy="152400"/>
                      <wp:effectExtent l="6985" t="3175" r="1270" b="6350"/>
                      <wp:wrapNone/>
                      <wp:docPr id="32" name="Text Box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7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6" o:spid="_x0000_s1030" type="#_x0000_t202" style="position:absolute;left:0;text-align:left;margin-left:185.35pt;margin-top:271.55pt;width:24.1pt;height:1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GXiogIAAFQ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7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4472940</wp:posOffset>
                      </wp:positionV>
                      <wp:extent cx="306070" cy="152400"/>
                      <wp:effectExtent l="1905" t="8255" r="6350" b="1270"/>
                      <wp:wrapNone/>
                      <wp:docPr id="31" name="Text 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7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5" o:spid="_x0000_s1031" type="#_x0000_t202" style="position:absolute;left:0;text-align:left;margin-left:185.7pt;margin-top:352.2pt;width:24.1pt;height:1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g7OoQIAAFQ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7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4108450</wp:posOffset>
                      </wp:positionV>
                      <wp:extent cx="306070" cy="152400"/>
                      <wp:effectExtent l="6985" t="5715" r="1270" b="3810"/>
                      <wp:wrapNone/>
                      <wp:docPr id="30" name="Text 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7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4" o:spid="_x0000_s1032" type="#_x0000_t202" style="position:absolute;left:0;text-align:left;margin-left:100.6pt;margin-top:323.5pt;width:24.1pt;height:1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7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1325880</wp:posOffset>
                      </wp:positionH>
                      <wp:positionV relativeFrom="paragraph">
                        <wp:posOffset>4705985</wp:posOffset>
                      </wp:positionV>
                      <wp:extent cx="306070" cy="152400"/>
                      <wp:effectExtent l="7620" t="3175" r="635" b="6350"/>
                      <wp:wrapNone/>
                      <wp:docPr id="29" name="Text 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5667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B92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3" o:spid="_x0000_s1033" type="#_x0000_t202" style="position:absolute;left:0;text-align:left;margin-left:104.4pt;margin-top:370.55pt;width:24.1pt;height:1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6IjoQIAAFQ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5667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B92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2025015</wp:posOffset>
                      </wp:positionV>
                      <wp:extent cx="306070" cy="152400"/>
                      <wp:effectExtent l="8255" t="8255" r="0" b="1270"/>
                      <wp:wrapNone/>
                      <wp:docPr id="28" name="Text 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B159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2" o:spid="_x0000_s1034" type="#_x0000_t202" style="position:absolute;left:0;text-align:left;margin-left:164.45pt;margin-top:159.45pt;width:24.1pt;height:1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rmNoQIAAFQ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B159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2374265</wp:posOffset>
                      </wp:positionV>
                      <wp:extent cx="306070" cy="152400"/>
                      <wp:effectExtent l="4445" t="5080" r="3810" b="4445"/>
                      <wp:wrapNone/>
                      <wp:docPr id="27" name="Text 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B130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1" o:spid="_x0000_s1035" type="#_x0000_t202" style="position:absolute;left:0;text-align:left;margin-left:158.15pt;margin-top:186.95pt;width:24.1pt;height:1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TO+oAIAAFQ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1956435</wp:posOffset>
                      </wp:positionH>
                      <wp:positionV relativeFrom="paragraph">
                        <wp:posOffset>2621915</wp:posOffset>
                      </wp:positionV>
                      <wp:extent cx="306070" cy="152400"/>
                      <wp:effectExtent l="0" t="5080" r="8255" b="4445"/>
                      <wp:wrapNone/>
                      <wp:docPr id="26" name="Text 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B123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0" o:spid="_x0000_s1036" type="#_x0000_t202" style="position:absolute;left:0;text-align:left;margin-left:154.05pt;margin-top:206.45pt;width:24.1pt;height:1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2875915</wp:posOffset>
                      </wp:positionV>
                      <wp:extent cx="306070" cy="152400"/>
                      <wp:effectExtent l="635" t="1905" r="7620" b="7620"/>
                      <wp:wrapNone/>
                      <wp:docPr id="25" name="Text 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9" o:spid="_x0000_s1037" type="#_x0000_t202" style="position:absolute;left:0;text-align:left;margin-left:190.85pt;margin-top:226.45pt;width:24.1pt;height:1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UkpoQ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nmIkSAc1eqGDRWs5oHmWuQ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2366010</wp:posOffset>
                      </wp:positionH>
                      <wp:positionV relativeFrom="paragraph">
                        <wp:posOffset>3068955</wp:posOffset>
                      </wp:positionV>
                      <wp:extent cx="306070" cy="152400"/>
                      <wp:effectExtent l="0" t="4445" r="8255" b="5080"/>
                      <wp:wrapNone/>
                      <wp:docPr id="24" name="Text Box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8" o:spid="_x0000_s1038" type="#_x0000_t202" style="position:absolute;left:0;text-align:left;margin-left:186.3pt;margin-top:241.65pt;width:24.1pt;height:1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2328545</wp:posOffset>
                      </wp:positionH>
                      <wp:positionV relativeFrom="paragraph">
                        <wp:posOffset>3284220</wp:posOffset>
                      </wp:positionV>
                      <wp:extent cx="306070" cy="152400"/>
                      <wp:effectExtent l="635" t="635" r="7620" b="8890"/>
                      <wp:wrapNone/>
                      <wp:docPr id="23" name="Text 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 w:rsidR="0056677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7" o:spid="_x0000_s1039" type="#_x0000_t202" style="position:absolute;left:0;text-align:left;margin-left:183.35pt;margin-top:258.6pt;width:24.1pt;height:1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</w:t>
                            </w:r>
                            <w:r w:rsidR="0056677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2406650</wp:posOffset>
                      </wp:positionV>
                      <wp:extent cx="306070" cy="152400"/>
                      <wp:effectExtent l="5080" t="8890" r="3175" b="635"/>
                      <wp:wrapNone/>
                      <wp:docPr id="22" name="Text 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M46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6" o:spid="_x0000_s1040" type="#_x0000_t202" style="position:absolute;left:0;text-align:left;margin-left:306.7pt;margin-top:189.5pt;width:24.1pt;height:1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zANogIAAFQ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M46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3917315</wp:posOffset>
                      </wp:positionH>
                      <wp:positionV relativeFrom="paragraph">
                        <wp:posOffset>2666365</wp:posOffset>
                      </wp:positionV>
                      <wp:extent cx="306070" cy="152400"/>
                      <wp:effectExtent l="8255" t="1905" r="0" b="7620"/>
                      <wp:wrapNone/>
                      <wp:docPr id="21" name="Text 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5" o:spid="_x0000_s1041" type="#_x0000_t202" style="position:absolute;left:0;text-align:left;margin-left:308.45pt;margin-top:209.95pt;width:24.1pt;height:1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Vshog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TjASpIMavdDBorUc0Dybug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3458210</wp:posOffset>
                      </wp:positionH>
                      <wp:positionV relativeFrom="paragraph">
                        <wp:posOffset>2877185</wp:posOffset>
                      </wp:positionV>
                      <wp:extent cx="306070" cy="152400"/>
                      <wp:effectExtent l="6350" t="3175" r="1905" b="6350"/>
                      <wp:wrapNone/>
                      <wp:docPr id="20" name="Text 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4" o:spid="_x0000_s1042" type="#_x0000_t202" style="position:absolute;left:0;text-align:left;margin-left:272.3pt;margin-top:226.55pt;width:24.1pt;height:1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3533775</wp:posOffset>
                      </wp:positionH>
                      <wp:positionV relativeFrom="paragraph">
                        <wp:posOffset>3244215</wp:posOffset>
                      </wp:positionV>
                      <wp:extent cx="306070" cy="152400"/>
                      <wp:effectExtent l="5715" t="8255" r="2540" b="1270"/>
                      <wp:wrapNone/>
                      <wp:docPr id="19" name="Text Box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2" o:spid="_x0000_s1043" type="#_x0000_t202" style="position:absolute;left:0;text-align:left;margin-left:278.25pt;margin-top:255.45pt;width:24.1pt;height:1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ndhoA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4578350</wp:posOffset>
                      </wp:positionH>
                      <wp:positionV relativeFrom="paragraph">
                        <wp:posOffset>3957320</wp:posOffset>
                      </wp:positionV>
                      <wp:extent cx="306070" cy="152400"/>
                      <wp:effectExtent l="2540" t="6985" r="5715" b="2540"/>
                      <wp:wrapNone/>
                      <wp:docPr id="18" name="Text 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0" o:spid="_x0000_s1044" type="#_x0000_t202" style="position:absolute;left:0;text-align:left;margin-left:360.5pt;margin-top:311.6pt;width:24.1pt;height:1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3350260</wp:posOffset>
                      </wp:positionH>
                      <wp:positionV relativeFrom="paragraph">
                        <wp:posOffset>4230370</wp:posOffset>
                      </wp:positionV>
                      <wp:extent cx="306070" cy="152400"/>
                      <wp:effectExtent l="3175" t="3810" r="5080" b="5715"/>
                      <wp:wrapNone/>
                      <wp:docPr id="17" name="Text 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9" o:spid="_x0000_s1045" type="#_x0000_t202" style="position:absolute;left:0;text-align:left;margin-left:263.8pt;margin-top:333.1pt;width:24.1pt;height:1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YBjoQIAAFQ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2172970</wp:posOffset>
                      </wp:positionH>
                      <wp:positionV relativeFrom="paragraph">
                        <wp:posOffset>1717675</wp:posOffset>
                      </wp:positionV>
                      <wp:extent cx="306070" cy="152400"/>
                      <wp:effectExtent l="6985" t="5715" r="1270" b="3810"/>
                      <wp:wrapNone/>
                      <wp:docPr id="16" name="Text Box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B195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7" o:spid="_x0000_s1046" type="#_x0000_t202" style="position:absolute;left:0;text-align:left;margin-left:171.1pt;margin-top:135.25pt;width:24.1pt;height:1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3839845</wp:posOffset>
                      </wp:positionH>
                      <wp:positionV relativeFrom="paragraph">
                        <wp:posOffset>2057400</wp:posOffset>
                      </wp:positionV>
                      <wp:extent cx="306070" cy="152400"/>
                      <wp:effectExtent l="6985" t="2540" r="1270" b="6985"/>
                      <wp:wrapNone/>
                      <wp:docPr id="15" name="Text 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M67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6" o:spid="_x0000_s1047" type="#_x0000_t202" style="position:absolute;left:0;text-align:left;margin-left:302.35pt;margin-top:162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dCdoQIAAFMFAAAOAAAAZHJzL2Uyb0RvYy54bWysVNuO2yAQfa/Uf0C8Z21nHS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M67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1763395</wp:posOffset>
                      </wp:positionV>
                      <wp:extent cx="306070" cy="152400"/>
                      <wp:effectExtent l="1905" t="3810" r="6350" b="5715"/>
                      <wp:wrapNone/>
                      <wp:docPr id="14" name="Text Box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M65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5" o:spid="_x0000_s1048" type="#_x0000_t202" style="position:absolute;left:0;text-align:left;margin-left:301.2pt;margin-top:138.85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acFoA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M65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1392555</wp:posOffset>
                      </wp:positionV>
                      <wp:extent cx="306070" cy="152400"/>
                      <wp:effectExtent l="1905" t="4445" r="6350" b="5080"/>
                      <wp:wrapNone/>
                      <wp:docPr id="13" name="Text 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M68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4" o:spid="_x0000_s1049" type="#_x0000_t202" style="position:absolute;left:0;text-align:left;margin-left:293.7pt;margin-top:109.65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Ti+oAIAAFM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1454150</wp:posOffset>
                      </wp:positionV>
                      <wp:extent cx="306070" cy="152400"/>
                      <wp:effectExtent l="6985" t="8890" r="1270" b="635"/>
                      <wp:wrapNone/>
                      <wp:docPr id="12" name="Text 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B202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3" o:spid="_x0000_s1050" type="#_x0000_t202" style="position:absolute;left:0;text-align:left;margin-left:180.85pt;margin-top:114.5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RB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B202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2409190</wp:posOffset>
                      </wp:positionH>
                      <wp:positionV relativeFrom="paragraph">
                        <wp:posOffset>1183005</wp:posOffset>
                      </wp:positionV>
                      <wp:extent cx="306070" cy="152400"/>
                      <wp:effectExtent l="5080" t="4445" r="3175" b="5080"/>
                      <wp:wrapNone/>
                      <wp:docPr id="11" name="Text Box 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B270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2" o:spid="_x0000_s1051" type="#_x0000_t202" style="position:absolute;left:0;text-align:left;margin-left:189.7pt;margin-top:93.15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qdVoAIAAFM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B270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125095</wp:posOffset>
                      </wp:positionV>
                      <wp:extent cx="306070" cy="152400"/>
                      <wp:effectExtent l="5080" t="3810" r="3175" b="5715"/>
                      <wp:wrapNone/>
                      <wp:docPr id="10" name="Text Box 7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B119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1" o:spid="_x0000_s1052" type="#_x0000_t202" style="position:absolute;left:0;text-align:left;margin-left:265.45pt;margin-top:9.85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3591560</wp:posOffset>
                      </wp:positionH>
                      <wp:positionV relativeFrom="paragraph">
                        <wp:posOffset>1118870</wp:posOffset>
                      </wp:positionV>
                      <wp:extent cx="306070" cy="152400"/>
                      <wp:effectExtent l="6350" t="6985" r="1905" b="2540"/>
                      <wp:wrapNone/>
                      <wp:docPr id="9" name="Text Box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M115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0" o:spid="_x0000_s1053" type="#_x0000_t202" style="position:absolute;left:0;text-align:left;margin-left:282.8pt;margin-top:88.1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2630170</wp:posOffset>
                      </wp:positionH>
                      <wp:positionV relativeFrom="paragraph">
                        <wp:posOffset>706120</wp:posOffset>
                      </wp:positionV>
                      <wp:extent cx="306070" cy="152400"/>
                      <wp:effectExtent l="6985" t="3810" r="1270" b="5715"/>
                      <wp:wrapNone/>
                      <wp:docPr id="8" name="Text Box 7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C09" w:rsidRPr="004E4B01" w:rsidRDefault="00923C7D" w:rsidP="00556C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B180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9" o:spid="_x0000_s1054" type="#_x0000_t202" style="position:absolute;left:0;text-align:left;margin-left:207.1pt;margin-top:55.6pt;width:24.1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Fx0oAIAAFI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56C09" w:rsidRPr="004E4B01" w:rsidRDefault="00923C7D" w:rsidP="00556C0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4308475</wp:posOffset>
                      </wp:positionV>
                      <wp:extent cx="1584960" cy="716280"/>
                      <wp:effectExtent l="0" t="0" r="0" b="1905"/>
                      <wp:wrapNone/>
                      <wp:docPr id="7" name="Text 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B97FDC" w:rsidRDefault="00B97FDC" w:rsidP="00B97FDC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B97FDC" w:rsidRPr="00C2328A" w:rsidRDefault="00B97FDC" w:rsidP="00B97FDC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B97FDC" w:rsidRPr="00F8647F" w:rsidRDefault="00B97FDC" w:rsidP="00B97F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3" o:spid="_x0000_s1055" type="#_x0000_t202" style="position:absolute;left:0;text-align:left;margin-left:389.35pt;margin-top:339.25pt;width:124.8pt;height:56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7QLywIAAN8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" filled="f" stroked="f" strokecolor="gray" strokeweight=".25pt">
                      <v:stroke dashstyle="1 1" endcap="round"/>
                      <v:textbox>
                        <w:txbxContent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Triphasic</w:t>
                            </w:r>
                            <w:proofErr w:type="spellEnd"/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B97FDC" w:rsidRDefault="00B97FDC" w:rsidP="00B97FDC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B97FDC" w:rsidRPr="00C2328A" w:rsidRDefault="00B97FDC" w:rsidP="00B97FDC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B97FDC" w:rsidRPr="00F8647F" w:rsidRDefault="00B97FDC" w:rsidP="00B97FD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56C09" w:rsidRPr="001B1BC9" w:rsidTr="009354BD">
        <w:tc>
          <w:tcPr>
            <w:tcW w:w="196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6677D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1430" r="6350" b="12700"/>
                      <wp:wrapNone/>
                      <wp:docPr id="6" name="Freeform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95E564" id="Freeform 704" o:spid="_x0000_s1026" style="position:absolute;margin-left:66.15pt;margin-top:2.2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676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56C09" w:rsidRPr="001B1BC9" w:rsidRDefault="0056677D" w:rsidP="0033791D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2065" t="19685" r="33655" b="12700"/>
                      <wp:wrapNone/>
                      <wp:docPr id="5" name="Freeform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5F3D3" id="Freeform 707" o:spid="_x0000_s1026" style="position:absolute;margin-left:293.2pt;margin-top:2.9pt;width:26.4pt;height:4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2700" t="6350" r="10795" b="17780"/>
                      <wp:wrapNone/>
                      <wp:docPr id="4" name="Freeform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651939" id="Freeform 706" o:spid="_x0000_s1026" style="position:absolute;margin-left:198.75pt;margin-top:2.6pt;width:31.15pt;height: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2700" t="12065" r="10795" b="12065"/>
                      <wp:wrapNone/>
                      <wp:docPr id="3" name="Freeform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E17D5F" id="Freeform 705" o:spid="_x0000_s1026" style="position:absolute;margin-left:137.25pt;margin-top:3.05pt;width:31.15pt;height: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0160" t="12700" r="13335" b="11430"/>
                      <wp:wrapNone/>
                      <wp:docPr id="2" name="Freeform 70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24C57" id="Freeform 703" o:spid="_x0000_s1026" alt="Granite" style="position:absolute;margin-left:52.3pt;margin-top:2.35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qRCP7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56C09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Calcific                Smooth Surface                Irregular </w:t>
            </w:r>
          </w:p>
        </w:tc>
      </w:tr>
      <w:tr w:rsidR="00556C09" w:rsidRPr="001B1BC9" w:rsidTr="009354BD">
        <w:trPr>
          <w:gridAfter w:val="1"/>
          <w:wAfter w:w="13" w:type="dxa"/>
        </w:trPr>
        <w:tc>
          <w:tcPr>
            <w:tcW w:w="19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56677D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proofErr w:type="spellStart"/>
            <w:r w:rsidRPr="0056677D">
              <w:rPr>
                <w:rFonts w:ascii="Arial" w:hAnsi="Arial" w:cs="Arial"/>
                <w:color w:val="808080"/>
                <w:sz w:val="16"/>
                <w:szCs w:val="16"/>
              </w:rPr>
              <w:t>Aortoiliac</w:t>
            </w:r>
            <w:proofErr w:type="spellEnd"/>
            <w:r w:rsidRPr="0056677D">
              <w:rPr>
                <w:rFonts w:ascii="Arial" w:hAnsi="Arial" w:cs="Arial"/>
                <w:color w:val="808080"/>
                <w:sz w:val="16"/>
                <w:szCs w:val="16"/>
              </w:rPr>
              <w:t xml:space="preserve"> Segment:</w:t>
            </w:r>
          </w:p>
        </w:tc>
        <w:tc>
          <w:tcPr>
            <w:tcW w:w="766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56677D" w:rsidRDefault="00923C7D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6677D">
              <w:rPr>
                <w:rFonts w:ascii="Arial" w:hAnsi="Arial" w:cs="Arial"/>
                <w:sz w:val="16"/>
                <w:szCs w:val="16"/>
              </w:rPr>
              <w:t>Patent. 75-99% distal CIA stenosis. Mild diffuse calcification with no significant stenosis seen. Normal calibre Aorta.</w:t>
            </w:r>
          </w:p>
        </w:tc>
      </w:tr>
      <w:tr w:rsidR="00556C09" w:rsidRPr="001B1BC9" w:rsidTr="009354BD">
        <w:trPr>
          <w:gridAfter w:val="1"/>
          <w:wAfter w:w="13" w:type="dxa"/>
        </w:trPr>
        <w:tc>
          <w:tcPr>
            <w:tcW w:w="19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56677D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</w:p>
        </w:tc>
        <w:tc>
          <w:tcPr>
            <w:tcW w:w="243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56677D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6677D">
              <w:rPr>
                <w:rFonts w:ascii="Arial" w:hAnsi="Arial"/>
                <w:b/>
                <w:bCs/>
                <w:sz w:val="16"/>
                <w:szCs w:val="16"/>
              </w:rPr>
              <w:t>Right</w:t>
            </w:r>
          </w:p>
        </w:tc>
        <w:tc>
          <w:tcPr>
            <w:tcW w:w="5231" w:type="dxa"/>
            <w:shd w:val="clear" w:color="auto" w:fill="auto"/>
          </w:tcPr>
          <w:p w:rsidR="00556C09" w:rsidRPr="0056677D" w:rsidRDefault="00556C09" w:rsidP="00556C0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6677D">
              <w:rPr>
                <w:rFonts w:ascii="Arial" w:hAnsi="Arial"/>
                <w:b/>
                <w:bCs/>
                <w:sz w:val="16"/>
                <w:szCs w:val="16"/>
              </w:rPr>
              <w:t>Left</w:t>
            </w:r>
          </w:p>
        </w:tc>
      </w:tr>
      <w:tr w:rsidR="00556C09" w:rsidRPr="001B1BC9" w:rsidTr="009354BD">
        <w:trPr>
          <w:gridAfter w:val="1"/>
          <w:wAfter w:w="13" w:type="dxa"/>
        </w:trPr>
        <w:tc>
          <w:tcPr>
            <w:tcW w:w="19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56677D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56677D">
              <w:rPr>
                <w:rFonts w:ascii="Arial" w:hAnsi="Arial" w:cs="Arial"/>
                <w:color w:val="808080"/>
                <w:sz w:val="16"/>
                <w:szCs w:val="16"/>
              </w:rPr>
              <w:t>Common Femoral Artery:</w:t>
            </w:r>
          </w:p>
        </w:tc>
        <w:tc>
          <w:tcPr>
            <w:tcW w:w="243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56677D" w:rsidRDefault="00923C7D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56677D">
              <w:rPr>
                <w:rFonts w:ascii="Arial" w:hAnsi="Arial"/>
                <w:bCs/>
                <w:sz w:val="16"/>
                <w:szCs w:val="16"/>
              </w:rPr>
              <w:t>Patent. No significant arterial disease seen.</w:t>
            </w:r>
          </w:p>
        </w:tc>
        <w:tc>
          <w:tcPr>
            <w:tcW w:w="5231" w:type="dxa"/>
            <w:shd w:val="clear" w:color="auto" w:fill="auto"/>
          </w:tcPr>
          <w:p w:rsidR="00556C09" w:rsidRPr="0056677D" w:rsidRDefault="0056677D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56677D">
              <w:rPr>
                <w:rFonts w:ascii="Arial" w:hAnsi="Arial"/>
                <w:bCs/>
                <w:sz w:val="16"/>
                <w:szCs w:val="16"/>
              </w:rPr>
              <w:t>Patent. No significant arterial disease seen.</w:t>
            </w:r>
          </w:p>
        </w:tc>
      </w:tr>
      <w:tr w:rsidR="00556C09" w:rsidRPr="001B1BC9" w:rsidTr="009354BD">
        <w:trPr>
          <w:gridAfter w:val="1"/>
          <w:wAfter w:w="13" w:type="dxa"/>
        </w:trPr>
        <w:tc>
          <w:tcPr>
            <w:tcW w:w="19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56677D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56677D">
              <w:rPr>
                <w:rFonts w:ascii="Arial" w:hAnsi="Arial" w:cs="Arial"/>
                <w:color w:val="808080"/>
                <w:sz w:val="16"/>
                <w:szCs w:val="16"/>
              </w:rPr>
              <w:t>Proximal Profunda Femoris:</w:t>
            </w:r>
          </w:p>
        </w:tc>
        <w:tc>
          <w:tcPr>
            <w:tcW w:w="243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56677D" w:rsidRDefault="00923C7D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56677D">
              <w:rPr>
                <w:rFonts w:ascii="Arial" w:hAnsi="Arial"/>
                <w:bCs/>
                <w:sz w:val="16"/>
                <w:szCs w:val="16"/>
              </w:rPr>
              <w:t>Patent at origin.</w:t>
            </w:r>
          </w:p>
        </w:tc>
        <w:tc>
          <w:tcPr>
            <w:tcW w:w="5231" w:type="dxa"/>
            <w:shd w:val="clear" w:color="auto" w:fill="auto"/>
          </w:tcPr>
          <w:p w:rsidR="00556C09" w:rsidRPr="0056677D" w:rsidRDefault="0056677D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56677D">
              <w:rPr>
                <w:rFonts w:ascii="Arial" w:hAnsi="Arial"/>
                <w:bCs/>
                <w:sz w:val="16"/>
                <w:szCs w:val="16"/>
              </w:rPr>
              <w:t>Patent at origin.</w:t>
            </w:r>
          </w:p>
        </w:tc>
      </w:tr>
      <w:tr w:rsidR="00556C09" w:rsidRPr="001B1BC9" w:rsidTr="009354BD">
        <w:trPr>
          <w:gridAfter w:val="1"/>
          <w:wAfter w:w="13" w:type="dxa"/>
        </w:trPr>
        <w:tc>
          <w:tcPr>
            <w:tcW w:w="19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56677D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56677D">
              <w:rPr>
                <w:rFonts w:ascii="Arial" w:hAnsi="Arial" w:cs="Arial"/>
                <w:color w:val="808080"/>
                <w:sz w:val="16"/>
                <w:szCs w:val="16"/>
              </w:rPr>
              <w:t>Superficial Femoral Artery:</w:t>
            </w:r>
          </w:p>
        </w:tc>
        <w:tc>
          <w:tcPr>
            <w:tcW w:w="243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56677D" w:rsidRDefault="00923C7D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56677D">
              <w:rPr>
                <w:rFonts w:ascii="Arial" w:hAnsi="Arial"/>
                <w:bCs/>
                <w:sz w:val="16"/>
                <w:szCs w:val="16"/>
              </w:rPr>
              <w:t>Patent. No significant arterial disease seen.</w:t>
            </w:r>
          </w:p>
        </w:tc>
        <w:tc>
          <w:tcPr>
            <w:tcW w:w="5231" w:type="dxa"/>
            <w:shd w:val="clear" w:color="auto" w:fill="auto"/>
          </w:tcPr>
          <w:p w:rsidR="00556C09" w:rsidRPr="0056677D" w:rsidRDefault="0056677D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56677D">
              <w:rPr>
                <w:rFonts w:ascii="Arial" w:hAnsi="Arial"/>
                <w:bCs/>
                <w:sz w:val="16"/>
                <w:szCs w:val="16"/>
              </w:rPr>
              <w:t xml:space="preserve">Patent. Damped monophasic waveforms throughout. </w:t>
            </w:r>
          </w:p>
        </w:tc>
      </w:tr>
      <w:tr w:rsidR="00556C09" w:rsidRPr="001B1BC9" w:rsidTr="009354BD">
        <w:trPr>
          <w:gridAfter w:val="1"/>
          <w:wAfter w:w="13" w:type="dxa"/>
        </w:trPr>
        <w:tc>
          <w:tcPr>
            <w:tcW w:w="19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56677D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56677D">
              <w:rPr>
                <w:rFonts w:ascii="Arial" w:hAnsi="Arial" w:cs="Arial"/>
                <w:color w:val="808080"/>
                <w:sz w:val="16"/>
                <w:szCs w:val="16"/>
              </w:rPr>
              <w:t>Popliteal Artery:</w:t>
            </w:r>
          </w:p>
        </w:tc>
        <w:tc>
          <w:tcPr>
            <w:tcW w:w="243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56677D" w:rsidRDefault="00923C7D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56677D">
              <w:rPr>
                <w:rFonts w:ascii="Arial" w:hAnsi="Arial"/>
                <w:bCs/>
                <w:sz w:val="16"/>
                <w:szCs w:val="16"/>
              </w:rPr>
              <w:t>Patent. No significant arterial disease seen.</w:t>
            </w:r>
          </w:p>
        </w:tc>
        <w:tc>
          <w:tcPr>
            <w:tcW w:w="5231" w:type="dxa"/>
            <w:shd w:val="clear" w:color="auto" w:fill="auto"/>
          </w:tcPr>
          <w:p w:rsidR="00556C09" w:rsidRPr="0056677D" w:rsidRDefault="0056677D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56677D">
              <w:rPr>
                <w:rFonts w:ascii="Arial" w:hAnsi="Arial"/>
                <w:bCs/>
                <w:sz w:val="16"/>
                <w:szCs w:val="16"/>
              </w:rPr>
              <w:t>A 2.5cm length of the mid Popliteal artery is occluded, refilling distally with damped monophasic flow.</w:t>
            </w:r>
            <w:r w:rsidR="0092794F">
              <w:rPr>
                <w:rFonts w:ascii="Arial" w:hAnsi="Arial"/>
                <w:bCs/>
                <w:sz w:val="16"/>
                <w:szCs w:val="16"/>
              </w:rPr>
              <w:t xml:space="preserve"> Retrograde flow was seen in the TPT.</w:t>
            </w:r>
          </w:p>
        </w:tc>
      </w:tr>
      <w:tr w:rsidR="00556C09" w:rsidRPr="001B1BC9" w:rsidTr="009354BD">
        <w:trPr>
          <w:gridAfter w:val="1"/>
          <w:wAfter w:w="13" w:type="dxa"/>
        </w:trPr>
        <w:tc>
          <w:tcPr>
            <w:tcW w:w="19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56677D" w:rsidRDefault="00556C09" w:rsidP="00556C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56677D">
              <w:rPr>
                <w:rFonts w:ascii="Arial" w:hAnsi="Arial" w:cs="Arial"/>
                <w:color w:val="808080"/>
                <w:sz w:val="16"/>
                <w:szCs w:val="16"/>
              </w:rPr>
              <w:t>Calf:</w:t>
            </w:r>
          </w:p>
        </w:tc>
        <w:tc>
          <w:tcPr>
            <w:tcW w:w="243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56677D" w:rsidRDefault="00923C7D" w:rsidP="00556C09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56677D">
              <w:rPr>
                <w:rFonts w:ascii="Arial" w:hAnsi="Arial"/>
                <w:bCs/>
                <w:sz w:val="16"/>
                <w:szCs w:val="16"/>
              </w:rPr>
              <w:t xml:space="preserve">3 vessel run off to seen to ankle. No significant arterial disease seen. </w:t>
            </w:r>
          </w:p>
        </w:tc>
        <w:tc>
          <w:tcPr>
            <w:tcW w:w="5231" w:type="dxa"/>
            <w:shd w:val="clear" w:color="auto" w:fill="auto"/>
          </w:tcPr>
          <w:p w:rsidR="00556C09" w:rsidRDefault="0056677D" w:rsidP="0056677D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  <w:r w:rsidRPr="0056677D">
              <w:rPr>
                <w:rFonts w:ascii="Arial" w:hAnsi="Arial"/>
                <w:bCs/>
                <w:sz w:val="16"/>
                <w:szCs w:val="16"/>
              </w:rPr>
              <w:t xml:space="preserve">Damped monophasic flow throughout the ATA. There is retrograde flow seen in the proximal PTA, with no significant stenosis or occlusion seen. The Peroneal artery has multiple segmental occlusions and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areas of </w:t>
            </w:r>
            <w:r w:rsidRPr="0056677D">
              <w:rPr>
                <w:rFonts w:ascii="Arial" w:hAnsi="Arial"/>
                <w:bCs/>
                <w:sz w:val="16"/>
                <w:szCs w:val="16"/>
              </w:rPr>
              <w:t>retrograde flow.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Damped monophasic </w:t>
            </w:r>
            <w:proofErr w:type="spellStart"/>
            <w:r>
              <w:rPr>
                <w:rFonts w:ascii="Arial" w:hAnsi="Arial"/>
                <w:bCs/>
                <w:sz w:val="16"/>
                <w:szCs w:val="16"/>
              </w:rPr>
              <w:t>a</w:t>
            </w:r>
            <w:r w:rsidRPr="0056677D">
              <w:rPr>
                <w:rFonts w:ascii="Arial" w:hAnsi="Arial"/>
                <w:bCs/>
                <w:sz w:val="16"/>
                <w:szCs w:val="16"/>
              </w:rPr>
              <w:t>ntegrade</w:t>
            </w:r>
            <w:proofErr w:type="spellEnd"/>
            <w:r w:rsidRPr="0056677D">
              <w:rPr>
                <w:rFonts w:ascii="Arial" w:hAnsi="Arial"/>
                <w:bCs/>
                <w:sz w:val="16"/>
                <w:szCs w:val="16"/>
              </w:rPr>
              <w:t xml:space="preserve"> flow was seen to cross the ankle in each vessel.</w:t>
            </w:r>
          </w:p>
          <w:p w:rsidR="009354BD" w:rsidRPr="0056677D" w:rsidRDefault="009354BD" w:rsidP="0056677D">
            <w:pPr>
              <w:tabs>
                <w:tab w:val="left" w:pos="2127"/>
              </w:tabs>
              <w:rPr>
                <w:rFonts w:ascii="Arial" w:hAnsi="Arial"/>
                <w:bCs/>
                <w:sz w:val="16"/>
                <w:szCs w:val="16"/>
              </w:rPr>
            </w:pPr>
          </w:p>
        </w:tc>
      </w:tr>
      <w:tr w:rsidR="00556C09" w:rsidRPr="001B1BC9" w:rsidTr="009354BD">
        <w:trPr>
          <w:gridAfter w:val="1"/>
          <w:wAfter w:w="13" w:type="dxa"/>
        </w:trPr>
        <w:tc>
          <w:tcPr>
            <w:tcW w:w="196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556C09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</w:t>
            </w:r>
          </w:p>
        </w:tc>
        <w:tc>
          <w:tcPr>
            <w:tcW w:w="7663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6C09" w:rsidRPr="001B1BC9" w:rsidRDefault="000221B2" w:rsidP="001B1BC9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361AE4" w:rsidRDefault="00694581" w:rsidP="00D2400C"/>
    <w:sectPr w:rsidR="00694581" w:rsidRPr="00361AE4" w:rsidSect="008F7A25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1B2" w:rsidRDefault="000221B2">
      <w:r>
        <w:separator/>
      </w:r>
    </w:p>
  </w:endnote>
  <w:endnote w:type="continuationSeparator" w:id="0">
    <w:p w:rsidR="000221B2" w:rsidRDefault="00022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1B2" w:rsidRDefault="000221B2">
      <w:r>
        <w:separator/>
      </w:r>
    </w:p>
  </w:footnote>
  <w:footnote w:type="continuationSeparator" w:id="0">
    <w:p w:rsidR="000221B2" w:rsidRDefault="00022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25" w:rsidRDefault="0056677D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4760595</wp:posOffset>
          </wp:positionH>
          <wp:positionV relativeFrom="paragraph">
            <wp:posOffset>-33020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 fill="f" fillcolor="white">
      <v:fill color="white" on="f"/>
      <o:colormru v:ext="edit" colors="#eaeaea"/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1B2"/>
    <w:rsid w:val="000221B2"/>
    <w:rsid w:val="00082FF5"/>
    <w:rsid w:val="000A3239"/>
    <w:rsid w:val="000D445E"/>
    <w:rsid w:val="00106CEB"/>
    <w:rsid w:val="0011487A"/>
    <w:rsid w:val="00115D9F"/>
    <w:rsid w:val="00130125"/>
    <w:rsid w:val="00130D4E"/>
    <w:rsid w:val="00133BBD"/>
    <w:rsid w:val="00156297"/>
    <w:rsid w:val="001649DE"/>
    <w:rsid w:val="00170793"/>
    <w:rsid w:val="001B1BC9"/>
    <w:rsid w:val="001B3894"/>
    <w:rsid w:val="001B6174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B755A"/>
    <w:rsid w:val="002C2267"/>
    <w:rsid w:val="002C4D39"/>
    <w:rsid w:val="002C52B6"/>
    <w:rsid w:val="002D5608"/>
    <w:rsid w:val="002E202E"/>
    <w:rsid w:val="002F29A9"/>
    <w:rsid w:val="00311F33"/>
    <w:rsid w:val="00317A10"/>
    <w:rsid w:val="00324B94"/>
    <w:rsid w:val="00332965"/>
    <w:rsid w:val="0033791D"/>
    <w:rsid w:val="003512C1"/>
    <w:rsid w:val="00361AE4"/>
    <w:rsid w:val="003A31C2"/>
    <w:rsid w:val="003B2913"/>
    <w:rsid w:val="003B70F9"/>
    <w:rsid w:val="003B7DF9"/>
    <w:rsid w:val="003E5339"/>
    <w:rsid w:val="003F088A"/>
    <w:rsid w:val="00400424"/>
    <w:rsid w:val="0041713E"/>
    <w:rsid w:val="0043201F"/>
    <w:rsid w:val="004400FD"/>
    <w:rsid w:val="00443A11"/>
    <w:rsid w:val="00446D9E"/>
    <w:rsid w:val="004479C2"/>
    <w:rsid w:val="00451578"/>
    <w:rsid w:val="00475D18"/>
    <w:rsid w:val="00484126"/>
    <w:rsid w:val="004932D3"/>
    <w:rsid w:val="004934E7"/>
    <w:rsid w:val="00494B80"/>
    <w:rsid w:val="0049764B"/>
    <w:rsid w:val="004A31E9"/>
    <w:rsid w:val="004B404C"/>
    <w:rsid w:val="004E39B8"/>
    <w:rsid w:val="004F7760"/>
    <w:rsid w:val="005044AB"/>
    <w:rsid w:val="00505B5E"/>
    <w:rsid w:val="00506954"/>
    <w:rsid w:val="00556C09"/>
    <w:rsid w:val="0056677D"/>
    <w:rsid w:val="00567FE1"/>
    <w:rsid w:val="00583A62"/>
    <w:rsid w:val="005E5BC0"/>
    <w:rsid w:val="005E6656"/>
    <w:rsid w:val="00647F09"/>
    <w:rsid w:val="00647FC9"/>
    <w:rsid w:val="0068184A"/>
    <w:rsid w:val="00687CAB"/>
    <w:rsid w:val="00694581"/>
    <w:rsid w:val="006B0120"/>
    <w:rsid w:val="006D3249"/>
    <w:rsid w:val="00727077"/>
    <w:rsid w:val="00746C88"/>
    <w:rsid w:val="00764A77"/>
    <w:rsid w:val="0077506E"/>
    <w:rsid w:val="00781E01"/>
    <w:rsid w:val="00784424"/>
    <w:rsid w:val="007A7B01"/>
    <w:rsid w:val="007E7543"/>
    <w:rsid w:val="007F0203"/>
    <w:rsid w:val="0081522A"/>
    <w:rsid w:val="00834AB6"/>
    <w:rsid w:val="00845175"/>
    <w:rsid w:val="008527CA"/>
    <w:rsid w:val="008745FB"/>
    <w:rsid w:val="008B5D7F"/>
    <w:rsid w:val="008D344E"/>
    <w:rsid w:val="008F4314"/>
    <w:rsid w:val="008F7A25"/>
    <w:rsid w:val="00911F56"/>
    <w:rsid w:val="00923C7D"/>
    <w:rsid w:val="0092794F"/>
    <w:rsid w:val="009354BD"/>
    <w:rsid w:val="00937D9E"/>
    <w:rsid w:val="0094691B"/>
    <w:rsid w:val="0096089A"/>
    <w:rsid w:val="00984503"/>
    <w:rsid w:val="009957B4"/>
    <w:rsid w:val="009A34D2"/>
    <w:rsid w:val="009A5CA0"/>
    <w:rsid w:val="009B13C8"/>
    <w:rsid w:val="009C6954"/>
    <w:rsid w:val="009D2BAA"/>
    <w:rsid w:val="009E6F7E"/>
    <w:rsid w:val="00A00D03"/>
    <w:rsid w:val="00A16B0F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46ED4"/>
    <w:rsid w:val="00B5493A"/>
    <w:rsid w:val="00B67AFA"/>
    <w:rsid w:val="00B95513"/>
    <w:rsid w:val="00B97FDC"/>
    <w:rsid w:val="00BF0BB8"/>
    <w:rsid w:val="00C07BB1"/>
    <w:rsid w:val="00C37C13"/>
    <w:rsid w:val="00C4581A"/>
    <w:rsid w:val="00C46C3E"/>
    <w:rsid w:val="00C47CD3"/>
    <w:rsid w:val="00C73B47"/>
    <w:rsid w:val="00C82D8F"/>
    <w:rsid w:val="00C9350C"/>
    <w:rsid w:val="00CC6657"/>
    <w:rsid w:val="00CD6ED9"/>
    <w:rsid w:val="00CD7188"/>
    <w:rsid w:val="00CE3196"/>
    <w:rsid w:val="00D2400C"/>
    <w:rsid w:val="00D30790"/>
    <w:rsid w:val="00D34D9F"/>
    <w:rsid w:val="00D42CEC"/>
    <w:rsid w:val="00D55F21"/>
    <w:rsid w:val="00D56F21"/>
    <w:rsid w:val="00D605F8"/>
    <w:rsid w:val="00D8557F"/>
    <w:rsid w:val="00DD13FB"/>
    <w:rsid w:val="00DD216A"/>
    <w:rsid w:val="00DE75F5"/>
    <w:rsid w:val="00DF5576"/>
    <w:rsid w:val="00E04650"/>
    <w:rsid w:val="00E071B6"/>
    <w:rsid w:val="00E13941"/>
    <w:rsid w:val="00E21EED"/>
    <w:rsid w:val="00E70784"/>
    <w:rsid w:val="00E75EB3"/>
    <w:rsid w:val="00E86BF2"/>
    <w:rsid w:val="00E96ADB"/>
    <w:rsid w:val="00EC38C6"/>
    <w:rsid w:val="00EC6359"/>
    <w:rsid w:val="00EE0BE3"/>
    <w:rsid w:val="00EF0372"/>
    <w:rsid w:val="00F1282A"/>
    <w:rsid w:val="00F476E7"/>
    <w:rsid w:val="00F754C4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o:colormru v:ext="edit" colors="#eaeaea"/>
      <o:colormenu v:ext="edit" strokecolor="none [3212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1618FF1C"/>
  <w15:chartTrackingRefBased/>
  <w15:docId w15:val="{7331697E-7152-4B9B-B82E-EBEC3E7F0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BILATERAL\Arterial%20Bila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Arterial Bilat LEA</Template>
  <TotalTime>2</TotalTime>
  <Pages>1</Pages>
  <Words>220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3</cp:revision>
  <cp:lastPrinted>2009-09-22T07:24:00Z</cp:lastPrinted>
  <dcterms:created xsi:type="dcterms:W3CDTF">2020-08-12T08:06:00Z</dcterms:created>
  <dcterms:modified xsi:type="dcterms:W3CDTF">2020-08-12T08:06:00Z</dcterms:modified>
  <cp:category>Patient Report</cp:category>
</cp:coreProperties>
</file>